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FFB22" w14:textId="77777777" w:rsidR="00EA40D9" w:rsidRPr="00100493" w:rsidRDefault="00EA40D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z w:val="40"/>
          <w:szCs w:val="40"/>
          <w:bdr w:val="single" w:sz="4" w:space="0" w:color="000000"/>
        </w:rPr>
        <w:t>別紙５</w:t>
      </w:r>
    </w:p>
    <w:p w14:paraId="0A72387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AEE1E6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112D1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9FB6C6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D7A62F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B3281E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BAD75C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88BE90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A77589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F8E17F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939E4F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D111B0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447238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82AC4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B45C1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13DE09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29DD98F" w14:textId="10C8FF29" w:rsidR="00EA40D9" w:rsidRPr="004E0DD2" w:rsidRDefault="00EA40D9" w:rsidP="004E0DD2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14:paraId="66D6FB59" w14:textId="77777777" w:rsidR="004E0DD2" w:rsidRDefault="004E0DD2">
      <w:pPr>
        <w:widowControl/>
        <w:jc w:val="left"/>
        <w:rPr>
          <w:rFonts w:ascii="ＭＳ 明朝" w:hAnsi="ＭＳ 明朝" w:cs="ＭＳ 明朝"/>
          <w:color w:val="000000" w:themeColor="text1"/>
          <w:spacing w:val="4"/>
          <w:kern w:val="0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543DF345" w14:textId="4C4AA634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67AA89E3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14:paraId="55F203CB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B1EB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4E3FC9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5BE162F8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73A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CA1055" w14:textId="08FB5BFC" w:rsidR="008B508A" w:rsidRPr="00100493" w:rsidRDefault="00E96A4E" w:rsidP="00B844A4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全庁共通ファイルサーバシステム</w:t>
            </w:r>
            <w:r w:rsidR="00E72D89" w:rsidRPr="00E72D89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100493" w:rsidRPr="00100493" w14:paraId="5E945321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B8FB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2B5CD0" w14:textId="77777777" w:rsidR="008B508A" w:rsidRPr="00100493" w:rsidRDefault="00DB2BB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の他、同賃貸借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3F2258C5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025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D485EB" w14:textId="526C28CF" w:rsidR="008B508A" w:rsidRPr="00100493" w:rsidRDefault="00E96A4E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令和８年３月１日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から令和</w:t>
            </w:r>
            <w:r>
              <w:rPr>
                <w:rFonts w:ascii="ＭＳ 明朝" w:hAnsi="ＭＳ 明朝" w:hint="eastAsia"/>
                <w:color w:val="000000" w:themeColor="text1"/>
              </w:rPr>
              <w:t>13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２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28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4985DD1B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539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8E017B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8E017B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F7690C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2F80364B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64AF9AC9" w14:textId="2C2A69E6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3FD1EC0F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359C986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5694FDDC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2CDBB538" w14:textId="5260B22D" w:rsidR="008B508A" w:rsidRPr="00100493" w:rsidRDefault="008E017B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E0DD2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03C3E616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0D5E8B13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F0A0A67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3F3DFB97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47E9B888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6C5909BA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2ED719FC" w14:textId="7053FF42"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</w:t>
      </w:r>
      <w:r w:rsidR="00C03D25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（代理人）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0D0CA44E" w14:textId="064E217E" w:rsidR="008B508A" w:rsidRPr="00C03D25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hint="eastAsia"/>
          <w:color w:val="000000" w:themeColor="text1"/>
          <w:spacing w:val="0"/>
        </w:rPr>
        <w:br/>
      </w:r>
      <w:r w:rsidR="00C03D25" w:rsidRPr="00C03D25">
        <w:rPr>
          <w:rFonts w:hint="eastAsia"/>
          <w:color w:val="000000" w:themeColor="text1"/>
          <w:spacing w:val="0"/>
          <w:sz w:val="24"/>
          <w:szCs w:val="24"/>
        </w:rPr>
        <w:t xml:space="preserve">　　　　　　　　　　　　　　　　　　　　　　　　　　　　　　</w:t>
      </w:r>
      <w:r w:rsidR="00C03D25">
        <w:rPr>
          <w:rFonts w:hint="eastAsia"/>
          <w:color w:val="000000" w:themeColor="text1"/>
          <w:spacing w:val="0"/>
          <w:sz w:val="24"/>
          <w:szCs w:val="24"/>
        </w:rPr>
        <w:t xml:space="preserve"> </w:t>
      </w:r>
    </w:p>
    <w:p w14:paraId="3907E9F3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7FA6F028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B844A4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DA3E3AE" w14:textId="77777777" w:rsidR="004E0DD2" w:rsidRDefault="004E0DD2">
      <w:pPr>
        <w:widowControl/>
        <w:jc w:val="left"/>
        <w:rPr>
          <w:rFonts w:ascii="ＭＳ 明朝" w:hAnsi="ＭＳ 明朝"/>
          <w:color w:val="000000" w:themeColor="text1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37122AFF" w14:textId="7AFE021C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状（単体用）</w:t>
      </w:r>
    </w:p>
    <w:p w14:paraId="4F083D92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0A2EE814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89F92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28BF68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4244025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61AFD0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46ACB12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FFD21DE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0D09218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259319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2D0EC2A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00CD77" w14:textId="77E73CE9" w:rsidR="008B508A" w:rsidRPr="00100493" w:rsidRDefault="008F68E5" w:rsidP="000D08D0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E96A4E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全庁共通ファイルサーバシステム</w:t>
      </w:r>
      <w:r w:rsidR="00E72D89" w:rsidRPr="00E72D89">
        <w:rPr>
          <w:rFonts w:ascii="ＭＳ 明朝" w:hint="eastAsia"/>
          <w:color w:val="000000" w:themeColor="text1"/>
          <w:sz w:val="24"/>
          <w:szCs w:val="24"/>
        </w:rPr>
        <w:t>賃貸借</w:t>
      </w:r>
    </w:p>
    <w:p w14:paraId="6DD72FA3" w14:textId="77777777" w:rsidR="008B508A" w:rsidRPr="000D08D0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34B5F25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 w14:paraId="39B397CD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2D8E140A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EA3986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2519856D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F20655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8DB892C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192A586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88DD47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41C8E6E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690EA74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07F2B79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39D35AF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C55276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9D6197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9C1C7C" w14:textId="2379011F" w:rsidR="008B508A" w:rsidRPr="00100493" w:rsidRDefault="008E017B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4E0D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8B508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60FD9F9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CE0DFFC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9FDCF3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790356C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026174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2057846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87FA1E2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337250F7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4398E2DB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B43BE34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0E4B824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62D3853" w14:textId="77777777" w:rsidR="004E0DD2" w:rsidRDefault="004E0DD2">
      <w:pPr>
        <w:widowControl/>
        <w:jc w:val="left"/>
        <w:rPr>
          <w:rFonts w:ascii="ＭＳ 明朝" w:hAnsi="ＭＳ 明朝" w:cs="ＭＳ 明朝"/>
          <w:color w:val="000000" w:themeColor="text1"/>
          <w:spacing w:val="4"/>
          <w:kern w:val="0"/>
          <w:sz w:val="32"/>
          <w:szCs w:val="32"/>
        </w:rPr>
      </w:pPr>
      <w:r>
        <w:rPr>
          <w:rFonts w:ascii="ＭＳ 明朝" w:hAnsi="ＭＳ 明朝"/>
          <w:color w:val="000000" w:themeColor="text1"/>
          <w:sz w:val="32"/>
          <w:szCs w:val="32"/>
        </w:rPr>
        <w:br w:type="page"/>
      </w:r>
    </w:p>
    <w:p w14:paraId="3FEF4F2D" w14:textId="742CCFCF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14:paraId="50388EE6" w14:textId="77777777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420B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B91E4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2BB5EDDC" w14:textId="77777777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FACD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785DDE" w14:textId="08274ABF" w:rsidR="00FA13B3" w:rsidRPr="007A7C1D" w:rsidRDefault="00E96A4E" w:rsidP="00AF0B91">
            <w:pPr>
              <w:pStyle w:val="a3"/>
              <w:rPr>
                <w:rFonts w:ascii="ＭＳ 明朝"/>
                <w:color w:val="000000" w:themeColor="text1"/>
              </w:rPr>
            </w:pPr>
            <w:r>
              <w:rPr>
                <w:rFonts w:ascii="ＭＳ 明朝" w:hint="eastAsia"/>
                <w:color w:val="000000" w:themeColor="text1"/>
              </w:rPr>
              <w:t>全庁共通ファイルサーバシステム</w:t>
            </w:r>
            <w:r w:rsidR="00E72D89" w:rsidRPr="00E72D89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7A7C1D" w:rsidRPr="007A7C1D" w14:paraId="0DF20A6E" w14:textId="77777777" w:rsidTr="00AF0B91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CD16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2BFBA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の他、同賃貸借仕様書による。</w:t>
            </w:r>
          </w:p>
        </w:tc>
      </w:tr>
      <w:tr w:rsidR="007A7C1D" w:rsidRPr="00100493" w14:paraId="0119A0FE" w14:textId="77777777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D8DB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3A1A8E" w14:textId="40B55A90" w:rsidR="007A7C1D" w:rsidRPr="00100493" w:rsidRDefault="00E96A4E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令和８年３月１日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から令和</w:t>
            </w:r>
            <w:r>
              <w:rPr>
                <w:rFonts w:ascii="ＭＳ 明朝" w:hAnsi="ＭＳ 明朝" w:hint="eastAsia"/>
                <w:color w:val="000000" w:themeColor="text1"/>
              </w:rPr>
              <w:t>13</w:t>
            </w:r>
            <w:r w:rsidR="008E017B">
              <w:rPr>
                <w:rFonts w:ascii="ＭＳ 明朝" w:hAnsi="ＭＳ 明朝" w:hint="eastAsia"/>
                <w:color w:val="000000" w:themeColor="text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</w:rPr>
              <w:t>２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</w:rPr>
              <w:t>28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14:paraId="4AA604E5" w14:textId="77777777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D6DC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8E017B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8E017B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A4AB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5E1697B0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23C61441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分の10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0103C8E0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93DE2E4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2635EA12" w14:textId="62CF1695" w:rsidR="00FA13B3" w:rsidRPr="007A7C1D" w:rsidRDefault="008E017B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4E0DD2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7D617E14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202EBD0A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3C16FCED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58F1F733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55A536F8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E3AA0F6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6A3DC12D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5E28C3F2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CF20AA1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4C8EBC06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1ACFFD7C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83C469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7B6C6F02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09EB985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2E40EC59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0BB7CD87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147478A0" w14:textId="77777777" w:rsidR="004E0DD2" w:rsidRDefault="004E0DD2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14:paraId="5F61D95E" w14:textId="3DA23FC0" w:rsidR="00FA13B3" w:rsidRPr="007A7C1D" w:rsidRDefault="00FA13B3" w:rsidP="004E0DD2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lastRenderedPageBreak/>
        <w:t>委　　任　　状（共同企業体用）</w:t>
      </w:r>
    </w:p>
    <w:p w14:paraId="47DCDB77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7EDC48C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3E117B7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D57B972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39722ED2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6C7AF10C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37E537E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055E59C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A566D8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0B4EEC5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838D8C6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E122A2" w14:textId="29824AE8" w:rsidR="00FA13B3" w:rsidRPr="007A7C1D" w:rsidRDefault="00C60709" w:rsidP="0078248F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E96A4E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全庁共通ファイルサーバシステム</w:t>
      </w:r>
      <w:r w:rsidR="00E72D89" w:rsidRPr="00E72D89">
        <w:rPr>
          <w:rFonts w:ascii="ＭＳ 明朝" w:hint="eastAsia"/>
          <w:color w:val="000000" w:themeColor="text1"/>
          <w:sz w:val="24"/>
          <w:szCs w:val="24"/>
        </w:rPr>
        <w:t>賃貸借</w:t>
      </w:r>
    </w:p>
    <w:p w14:paraId="52FA80AF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F279FA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14:paraId="02A57305" w14:textId="77777777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5E23A619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8A7F95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F15DD9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4E2D94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DB6302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21629E04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F54C25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1B14B7E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9A9F53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2831340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203A3A12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74D2814E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AB78A17" w14:textId="2D57B129" w:rsidR="007A7C1D" w:rsidRPr="00100493" w:rsidRDefault="008E017B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令和</w:t>
      </w:r>
      <w:r w:rsidR="004E0DD2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7A7C1D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7E397ED3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7EC3691F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29A4CFDC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32C6FFAB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74B074F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3464206A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03C5DA0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6E071CF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B7ACBE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00ECF32D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1D39B6CE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A26ABD1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489A51FF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6348765B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DF16F47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6246D80C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8E017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52DB3BDF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AA865" w14:textId="77777777" w:rsidR="008E017B" w:rsidRDefault="008E017B" w:rsidP="008E017B">
      <w:r>
        <w:separator/>
      </w:r>
    </w:p>
  </w:endnote>
  <w:endnote w:type="continuationSeparator" w:id="0">
    <w:p w14:paraId="47C5224F" w14:textId="77777777" w:rsidR="008E017B" w:rsidRDefault="008E017B" w:rsidP="008E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3B69F" w14:textId="77777777" w:rsidR="008E017B" w:rsidRDefault="008E017B" w:rsidP="008E017B">
      <w:r>
        <w:separator/>
      </w:r>
    </w:p>
  </w:footnote>
  <w:footnote w:type="continuationSeparator" w:id="0">
    <w:p w14:paraId="570BA175" w14:textId="77777777" w:rsidR="008E017B" w:rsidRDefault="008E017B" w:rsidP="008E0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2E6A"/>
    <w:rsid w:val="000C253A"/>
    <w:rsid w:val="000D08D0"/>
    <w:rsid w:val="00100493"/>
    <w:rsid w:val="00110E63"/>
    <w:rsid w:val="00140ADD"/>
    <w:rsid w:val="00163D3A"/>
    <w:rsid w:val="001C3CDF"/>
    <w:rsid w:val="0027102F"/>
    <w:rsid w:val="0027763F"/>
    <w:rsid w:val="002834C5"/>
    <w:rsid w:val="002D0EA0"/>
    <w:rsid w:val="0035416A"/>
    <w:rsid w:val="00360075"/>
    <w:rsid w:val="003B5134"/>
    <w:rsid w:val="00444F9A"/>
    <w:rsid w:val="00485BF1"/>
    <w:rsid w:val="00490EF3"/>
    <w:rsid w:val="004B4A61"/>
    <w:rsid w:val="004E0DD2"/>
    <w:rsid w:val="004F0BE0"/>
    <w:rsid w:val="00501A42"/>
    <w:rsid w:val="0051378E"/>
    <w:rsid w:val="005A2116"/>
    <w:rsid w:val="00614E77"/>
    <w:rsid w:val="00616DFB"/>
    <w:rsid w:val="006219A5"/>
    <w:rsid w:val="00732F35"/>
    <w:rsid w:val="00736D39"/>
    <w:rsid w:val="00775D17"/>
    <w:rsid w:val="0078248F"/>
    <w:rsid w:val="007A7C1D"/>
    <w:rsid w:val="007B2417"/>
    <w:rsid w:val="007E5DD7"/>
    <w:rsid w:val="007F7662"/>
    <w:rsid w:val="00827E54"/>
    <w:rsid w:val="00853A4B"/>
    <w:rsid w:val="00854C9D"/>
    <w:rsid w:val="008B508A"/>
    <w:rsid w:val="008E017B"/>
    <w:rsid w:val="008E4BAA"/>
    <w:rsid w:val="008F68E5"/>
    <w:rsid w:val="009146C2"/>
    <w:rsid w:val="009255B1"/>
    <w:rsid w:val="009B5A90"/>
    <w:rsid w:val="009F3699"/>
    <w:rsid w:val="00A1217E"/>
    <w:rsid w:val="00A16F77"/>
    <w:rsid w:val="00A51EF4"/>
    <w:rsid w:val="00A5472E"/>
    <w:rsid w:val="00A61198"/>
    <w:rsid w:val="00AC7D16"/>
    <w:rsid w:val="00AD72D9"/>
    <w:rsid w:val="00AE34FF"/>
    <w:rsid w:val="00B766A5"/>
    <w:rsid w:val="00B82D0C"/>
    <w:rsid w:val="00B844A4"/>
    <w:rsid w:val="00BA6B84"/>
    <w:rsid w:val="00BE1B29"/>
    <w:rsid w:val="00C03D25"/>
    <w:rsid w:val="00C0623E"/>
    <w:rsid w:val="00C60709"/>
    <w:rsid w:val="00C653E5"/>
    <w:rsid w:val="00C65E48"/>
    <w:rsid w:val="00CA225D"/>
    <w:rsid w:val="00CB0F05"/>
    <w:rsid w:val="00CD5B35"/>
    <w:rsid w:val="00CE7C6F"/>
    <w:rsid w:val="00D218EA"/>
    <w:rsid w:val="00D61E3B"/>
    <w:rsid w:val="00D86FD6"/>
    <w:rsid w:val="00D93C77"/>
    <w:rsid w:val="00DB2BBC"/>
    <w:rsid w:val="00DD061F"/>
    <w:rsid w:val="00E10E2D"/>
    <w:rsid w:val="00E46957"/>
    <w:rsid w:val="00E72D89"/>
    <w:rsid w:val="00E73593"/>
    <w:rsid w:val="00E96A4E"/>
    <w:rsid w:val="00EA40D9"/>
    <w:rsid w:val="00EF419B"/>
    <w:rsid w:val="00F16EEA"/>
    <w:rsid w:val="00F216A9"/>
    <w:rsid w:val="00F327DC"/>
    <w:rsid w:val="00F80505"/>
    <w:rsid w:val="00F80CAC"/>
    <w:rsid w:val="00FA13B3"/>
    <w:rsid w:val="00FD4DF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6951382"/>
  <w15:docId w15:val="{EFACE626-52F2-43CA-A916-605DA1EB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8E01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017B"/>
  </w:style>
  <w:style w:type="paragraph" w:styleId="a6">
    <w:name w:val="footer"/>
    <w:basedOn w:val="a"/>
    <w:link w:val="a7"/>
    <w:uiPriority w:val="99"/>
    <w:unhideWhenUsed/>
    <w:rsid w:val="008E01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017B"/>
  </w:style>
  <w:style w:type="paragraph" w:styleId="a8">
    <w:name w:val="Balloon Text"/>
    <w:basedOn w:val="a"/>
    <w:link w:val="a9"/>
    <w:uiPriority w:val="99"/>
    <w:semiHidden/>
    <w:unhideWhenUsed/>
    <w:rsid w:val="00444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4F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205</TotalTime>
  <Pages>5</Pages>
  <Words>873</Words>
  <Characters>1248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喜納 大貴</cp:lastModifiedBy>
  <cp:revision>14</cp:revision>
  <cp:lastPrinted>2025-09-03T11:06:00Z</cp:lastPrinted>
  <dcterms:created xsi:type="dcterms:W3CDTF">2023-09-14T06:50:00Z</dcterms:created>
  <dcterms:modified xsi:type="dcterms:W3CDTF">2025-09-30T06:31:00Z</dcterms:modified>
</cp:coreProperties>
</file>