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B2A39" w14:textId="77777777"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14:paraId="7C9F9E4D" w14:textId="77777777"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100493" w:rsidRPr="00100493" w14:paraId="6A026607" w14:textId="77777777" w:rsidTr="004B5235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E8C3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562CD3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14:paraId="428D7AED" w14:textId="77777777" w:rsidTr="004B5235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1067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AF34E8" w14:textId="463C31CD" w:rsidR="008B508A" w:rsidRPr="00100493" w:rsidRDefault="008D74D1" w:rsidP="004B5235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令和</w:t>
            </w:r>
            <w:r w:rsidR="00125B3A">
              <w:rPr>
                <w:rFonts w:ascii="ＭＳ 明朝" w:hint="eastAsia"/>
                <w:color w:val="000000" w:themeColor="text1"/>
              </w:rPr>
              <w:t>７</w:t>
            </w:r>
            <w:r>
              <w:rPr>
                <w:rFonts w:ascii="ＭＳ 明朝" w:hint="eastAsia"/>
                <w:color w:val="000000" w:themeColor="text1"/>
              </w:rPr>
              <w:t>年国勢調査オンライン調査</w:t>
            </w:r>
            <w:r w:rsidR="00DB2BFC" w:rsidRPr="00DB2BFC">
              <w:rPr>
                <w:rFonts w:ascii="ＭＳ 明朝" w:hint="eastAsia"/>
                <w:color w:val="000000" w:themeColor="text1"/>
              </w:rPr>
              <w:t>用端末及び通信サービス使用契約</w:t>
            </w:r>
          </w:p>
        </w:tc>
      </w:tr>
      <w:tr w:rsidR="00100493" w:rsidRPr="00100493" w14:paraId="2787EABE" w14:textId="77777777" w:rsidTr="004B5235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BD59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9E4B5" w14:textId="77777777" w:rsidR="008B508A" w:rsidRPr="00100493" w:rsidRDefault="00DB2BBC" w:rsidP="009C26B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D74D1">
              <w:rPr>
                <w:rFonts w:ascii="ＭＳ 明朝" w:hAnsi="ＭＳ 明朝" w:hint="eastAsia"/>
                <w:color w:val="000000" w:themeColor="text1"/>
              </w:rPr>
              <w:t>統計課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の他、同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00493" w:rsidRPr="00100493" w14:paraId="4BB0DE72" w14:textId="77777777" w:rsidTr="004B5235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3F9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518B0" w14:textId="44BD8E2C" w:rsidR="008B508A" w:rsidRPr="00100493" w:rsidRDefault="008D74D1" w:rsidP="004B5235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７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年</w:t>
            </w:r>
            <w:r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B051E7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26756B">
              <w:rPr>
                <w:rFonts w:ascii="ＭＳ 明朝" w:hAnsi="ＭＳ 明朝" w:hint="eastAsia"/>
                <w:color w:val="000000" w:themeColor="text1"/>
              </w:rPr>
              <w:t>19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日から</w:t>
            </w:r>
            <w:r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７</w:t>
            </w:r>
            <w:r>
              <w:rPr>
                <w:rFonts w:ascii="ＭＳ 明朝" w:hAnsi="ＭＳ 明朝" w:hint="eastAsia"/>
                <w:color w:val="000000" w:themeColor="text1"/>
              </w:rPr>
              <w:t>年10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31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55A1982C" w14:textId="77777777" w:rsidTr="004B5235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9254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8D74D1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8D74D1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C49555" w14:textId="77777777"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14:paraId="3357B5F6" w14:textId="77777777"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46EC8060" w14:textId="77777777"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D74D1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7A05ACD3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46C42592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6DE222E2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176137EF" w14:textId="59F7E171" w:rsidR="008B508A" w:rsidRPr="00100493" w:rsidRDefault="008D74D1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125B3A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14:paraId="07AB7ACF" w14:textId="77777777"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14:paraId="58930667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1B6987E5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14:paraId="3A8F13F0" w14:textId="77777777"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14:paraId="1DFCBD6C" w14:textId="77777777"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03FBACE8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14:paraId="6924FD7F" w14:textId="77777777" w:rsidR="008B508A" w:rsidRDefault="00A51EF4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14:paraId="4B1DDA56" w14:textId="77777777" w:rsidR="004B5235" w:rsidRDefault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534DEFFB" w14:textId="77777777" w:rsidR="004B5235" w:rsidRDefault="004B5235" w:rsidP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代理人</w:t>
      </w:r>
      <w:r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14:paraId="6FFC48BF" w14:textId="77777777"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3C7FBC0D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0B5E1186" w14:textId="77777777" w:rsidR="008B508A" w:rsidRPr="00100493" w:rsidRDefault="008B508A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4B5235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32D2EA24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06D4436" w14:textId="77777777" w:rsidR="004B5235" w:rsidRPr="00100493" w:rsidRDefault="004B5235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ADEC35A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EF93793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9D5E11D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D29DFCB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A7B2273" w14:textId="77777777"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状（単体用）</w:t>
      </w:r>
    </w:p>
    <w:p w14:paraId="00E555FF" w14:textId="77777777"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7920BE4C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8315F52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922BFF5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652AD485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727ED33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1C3932C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6F1CA11" w14:textId="77777777"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54E1A1CD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F09151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A7A97C7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C1D7C57" w14:textId="03169CC8" w:rsidR="00F006F6" w:rsidRPr="00100493" w:rsidRDefault="008D74D1" w:rsidP="008D74D1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</w:t>
      </w:r>
      <w:r w:rsidR="004B5235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名　　</w:t>
      </w: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>
        <w:rPr>
          <w:rFonts w:ascii="ＭＳ 明朝" w:hint="eastAsia"/>
          <w:color w:val="000000" w:themeColor="text1"/>
          <w:sz w:val="24"/>
          <w:szCs w:val="24"/>
        </w:rPr>
        <w:t>令和</w:t>
      </w:r>
      <w:r w:rsidR="00125B3A">
        <w:rPr>
          <w:rFonts w:ascii="ＭＳ 明朝" w:hint="eastAsia"/>
          <w:color w:val="000000" w:themeColor="text1"/>
          <w:sz w:val="24"/>
          <w:szCs w:val="24"/>
        </w:rPr>
        <w:t>７</w:t>
      </w:r>
      <w:r>
        <w:rPr>
          <w:rFonts w:ascii="ＭＳ 明朝" w:hint="eastAsia"/>
          <w:color w:val="000000" w:themeColor="text1"/>
          <w:sz w:val="24"/>
          <w:szCs w:val="24"/>
        </w:rPr>
        <w:t>年国勢調査オンライン調査</w:t>
      </w:r>
      <w:r w:rsidR="00DB2BFC" w:rsidRPr="00DB2BFC">
        <w:rPr>
          <w:rFonts w:ascii="ＭＳ 明朝" w:hint="eastAsia"/>
          <w:color w:val="000000" w:themeColor="text1"/>
          <w:sz w:val="24"/>
          <w:szCs w:val="24"/>
        </w:rPr>
        <w:t>用端末及び通信サービス使用契約</w:t>
      </w:r>
    </w:p>
    <w:p w14:paraId="723807A5" w14:textId="77777777" w:rsidR="008B508A" w:rsidRPr="00F006F6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A8A3050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26C5224" w14:textId="77777777" w:rsidR="008D74D1" w:rsidRPr="00100493" w:rsidRDefault="008D74D1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568"/>
      </w:tblGrid>
      <w:tr w:rsidR="00100493" w:rsidRPr="00100493" w14:paraId="5194987A" w14:textId="77777777" w:rsidTr="00B051E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20980A31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3CBCED9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3CCB1487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5DF53A3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39870D3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568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3A2D3BF9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46299E5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5B6C940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05354D2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27E9DB73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4CAA6805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06570A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E9F21D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9E1FBEB" w14:textId="200299BA" w:rsidR="008B508A" w:rsidRPr="00100493" w:rsidRDefault="008D74D1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125B3A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７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14:paraId="3D8A0C6F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740BE2A6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070302D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14:paraId="199030B2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4BA8E08C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14:paraId="28BB4A6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34232332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430A08B6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72FCF5E5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6D7252D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5E0FDA9" w14:textId="77777777"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4B5235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33702A77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119EA8C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A47FC77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6AD2199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AEE9F2F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F5D952E" w14:textId="77777777" w:rsidR="004B5235" w:rsidRPr="00100493" w:rsidRDefault="004B5235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430EE02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427BCF0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388008E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38A185C" w14:textId="77777777" w:rsidR="00FA13B3" w:rsidRDefault="00FA13B3" w:rsidP="00FA13B3">
      <w:pPr>
        <w:pStyle w:val="a3"/>
        <w:rPr>
          <w:color w:val="FF0000"/>
          <w:spacing w:val="0"/>
        </w:rPr>
      </w:pPr>
    </w:p>
    <w:p w14:paraId="03D553EC" w14:textId="77777777" w:rsidR="008D74D1" w:rsidRPr="00100493" w:rsidRDefault="008D74D1" w:rsidP="00FA13B3">
      <w:pPr>
        <w:pStyle w:val="a3"/>
        <w:rPr>
          <w:color w:val="FF0000"/>
          <w:spacing w:val="0"/>
        </w:rPr>
      </w:pPr>
    </w:p>
    <w:p w14:paraId="2A0137B0" w14:textId="77777777"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14:paraId="0BC22233" w14:textId="77777777"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7A7C1D" w:rsidRPr="007A7C1D" w14:paraId="6C4B0933" w14:textId="77777777" w:rsidTr="00992098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A80A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89533C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7A7C1D" w:rsidRPr="007A7C1D" w14:paraId="5FF7993E" w14:textId="77777777" w:rsidTr="00992098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D2A8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1A2484" w14:textId="3B2DAD8D" w:rsidR="00FA13B3" w:rsidRPr="007A7C1D" w:rsidRDefault="008D74D1" w:rsidP="004B5235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令和</w:t>
            </w:r>
            <w:r w:rsidR="00125B3A">
              <w:rPr>
                <w:rFonts w:ascii="ＭＳ 明朝" w:hint="eastAsia"/>
                <w:color w:val="000000" w:themeColor="text1"/>
              </w:rPr>
              <w:t>７</w:t>
            </w:r>
            <w:r>
              <w:rPr>
                <w:rFonts w:ascii="ＭＳ 明朝" w:hint="eastAsia"/>
                <w:color w:val="000000" w:themeColor="text1"/>
              </w:rPr>
              <w:t>年国勢調査オンライン調査</w:t>
            </w:r>
            <w:r w:rsidR="00DB2BFC" w:rsidRPr="00DB2BFC">
              <w:rPr>
                <w:rFonts w:ascii="ＭＳ 明朝" w:hint="eastAsia"/>
                <w:color w:val="000000" w:themeColor="text1"/>
              </w:rPr>
              <w:t>用端末及び通信サービス使用契約</w:t>
            </w:r>
          </w:p>
        </w:tc>
      </w:tr>
      <w:tr w:rsidR="007A7C1D" w:rsidRPr="007A7C1D" w14:paraId="2DC80350" w14:textId="77777777" w:rsidTr="00992098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CFB1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328FEC" w14:textId="77777777" w:rsidR="00FA13B3" w:rsidRPr="007A7C1D" w:rsidRDefault="00FA13B3" w:rsidP="009C26B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D74D1">
              <w:rPr>
                <w:rFonts w:ascii="ＭＳ 明朝" w:hAnsi="ＭＳ 明朝" w:hint="eastAsia"/>
                <w:color w:val="000000" w:themeColor="text1"/>
              </w:rPr>
              <w:t>統計課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の他、同仕様書による。</w:t>
            </w:r>
          </w:p>
        </w:tc>
      </w:tr>
      <w:tr w:rsidR="007A7C1D" w:rsidRPr="00100493" w14:paraId="574DBE4C" w14:textId="77777777" w:rsidTr="00992098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DED7" w14:textId="77777777" w:rsidR="007A7C1D" w:rsidRPr="00100493" w:rsidRDefault="007A7C1D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F8C295" w14:textId="30AE3E66" w:rsidR="007A7C1D" w:rsidRPr="00100493" w:rsidRDefault="008D74D1" w:rsidP="004B5235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７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B051E7">
              <w:rPr>
                <w:rFonts w:ascii="ＭＳ 明朝" w:hAnsi="ＭＳ 明朝" w:hint="eastAsia"/>
                <w:color w:val="000000" w:themeColor="text1"/>
              </w:rPr>
              <w:t>８月</w:t>
            </w:r>
            <w:r w:rsidR="0026756B">
              <w:rPr>
                <w:rFonts w:ascii="ＭＳ 明朝" w:hAnsi="ＭＳ 明朝" w:hint="eastAsia"/>
                <w:color w:val="000000" w:themeColor="text1"/>
              </w:rPr>
              <w:t>19</w:t>
            </w:r>
            <w:r>
              <w:rPr>
                <w:rFonts w:ascii="ＭＳ 明朝" w:hAnsi="ＭＳ 明朝" w:hint="eastAsia"/>
                <w:color w:val="000000" w:themeColor="text1"/>
              </w:rPr>
              <w:t>日から令和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７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年</w:t>
            </w:r>
            <w:r>
              <w:rPr>
                <w:rFonts w:ascii="ＭＳ 明朝" w:hAnsi="ＭＳ 明朝" w:hint="eastAsia"/>
                <w:color w:val="000000" w:themeColor="text1"/>
              </w:rPr>
              <w:t>10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31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0C6F09C3" w14:textId="77777777" w:rsidTr="00992098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404D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8D74D1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8D74D1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D1A9E2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1AD63C55" w14:textId="77777777" w:rsidR="00FA13B3" w:rsidRPr="00100493" w:rsidRDefault="00FA13B3" w:rsidP="00FA13B3">
      <w:pPr>
        <w:pStyle w:val="a3"/>
        <w:rPr>
          <w:color w:val="FF0000"/>
          <w:spacing w:val="0"/>
        </w:rPr>
      </w:pPr>
    </w:p>
    <w:p w14:paraId="27D54F17" w14:textId="77777777"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D74D1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3D47E066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097887FE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7005D411" w14:textId="2AEEE9E1" w:rsidR="00FA13B3" w:rsidRPr="007A7C1D" w:rsidRDefault="008D74D1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125B3A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14:paraId="2AA5843E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2ACEFFF0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623D639E" w14:textId="77777777"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14:paraId="68237E89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34BA3B51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67825B54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EF69B9B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25BC46FA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42FBAB1A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4BDFECD2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688D0F1A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068937FC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5935625D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700B5CE1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7EF70E6F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66F1AB56" w14:textId="77777777" w:rsidR="00FA13B3" w:rsidRPr="00100493" w:rsidRDefault="00FA13B3" w:rsidP="00FA13B3">
      <w:pPr>
        <w:pStyle w:val="a3"/>
        <w:rPr>
          <w:color w:val="FF0000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4B5235">
        <w:rPr>
          <w:rFonts w:ascii="ＭＳ 明朝" w:hAnsi="ＭＳ 明朝" w:hint="eastAsia"/>
          <w:color w:val="000000" w:themeColor="text1"/>
          <w:sz w:val="24"/>
          <w:szCs w:val="24"/>
        </w:rPr>
        <w:t>玉城</w:t>
      </w:r>
      <w:r w:rsidR="00C80757" w:rsidRPr="00C80757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4B5235">
        <w:rPr>
          <w:rFonts w:ascii="ＭＳ 明朝" w:hAnsi="ＭＳ 明朝" w:hint="eastAsia"/>
          <w:color w:val="000000" w:themeColor="text1"/>
          <w:sz w:val="24"/>
          <w:szCs w:val="24"/>
        </w:rPr>
        <w:t>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6046FB8D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E2D2CFC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6239471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E02852C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1BBC5D3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状（共同企業体用）</w:t>
      </w:r>
    </w:p>
    <w:p w14:paraId="3BA0E527" w14:textId="77777777"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2683D72C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AE269D5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02E8B8" w14:textId="77777777"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14:paraId="49A6BA9A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1C51850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E694AA3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8613B0A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3522B0CC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EE54480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C81936F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201ADE3" w14:textId="6D5E54E9" w:rsidR="00DB2BFC" w:rsidRDefault="008D74D1" w:rsidP="009C26B4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名　　　</w:t>
      </w:r>
      <w:r>
        <w:rPr>
          <w:rFonts w:ascii="ＭＳ 明朝" w:hint="eastAsia"/>
          <w:color w:val="000000" w:themeColor="text1"/>
          <w:sz w:val="24"/>
          <w:szCs w:val="24"/>
        </w:rPr>
        <w:t>令和</w:t>
      </w:r>
      <w:r w:rsidR="00125B3A">
        <w:rPr>
          <w:rFonts w:ascii="ＭＳ 明朝" w:hint="eastAsia"/>
          <w:color w:val="000000" w:themeColor="text1"/>
          <w:sz w:val="24"/>
          <w:szCs w:val="24"/>
        </w:rPr>
        <w:t>７</w:t>
      </w:r>
      <w:r>
        <w:rPr>
          <w:rFonts w:ascii="ＭＳ 明朝" w:hint="eastAsia"/>
          <w:color w:val="000000" w:themeColor="text1"/>
          <w:sz w:val="24"/>
          <w:szCs w:val="24"/>
        </w:rPr>
        <w:t>年国勢調査オンライン調査</w:t>
      </w:r>
      <w:r w:rsidRPr="00DB2BFC">
        <w:rPr>
          <w:rFonts w:ascii="ＭＳ 明朝" w:hint="eastAsia"/>
          <w:color w:val="000000" w:themeColor="text1"/>
          <w:sz w:val="24"/>
          <w:szCs w:val="24"/>
        </w:rPr>
        <w:t>用端末及び通信サービス使用契約</w:t>
      </w:r>
    </w:p>
    <w:p w14:paraId="7578CFE1" w14:textId="77777777" w:rsidR="002A255A" w:rsidRPr="007A7C1D" w:rsidRDefault="002A255A" w:rsidP="008D74D1">
      <w:pPr>
        <w:overflowPunct w:val="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</w:p>
    <w:p w14:paraId="36CBD297" w14:textId="77777777" w:rsidR="00FA13B3" w:rsidRPr="002A255A" w:rsidRDefault="00FA13B3" w:rsidP="00987EA9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5ABB67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568"/>
      </w:tblGrid>
      <w:tr w:rsidR="007A7C1D" w:rsidRPr="007A7C1D" w14:paraId="5EDEB053" w14:textId="77777777" w:rsidTr="00B051E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67D4425F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5031C30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735D49EE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CEA3043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F4A5D79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568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02F0AA5A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65C3E56E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2745A9A5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3689F303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653C8C49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201F37E5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8B01A90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46F8065D" w14:textId="6376B578" w:rsidR="007A7C1D" w:rsidRPr="00100493" w:rsidRDefault="008D74D1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125B3A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７</w:t>
      </w:r>
      <w:r w:rsidR="007A7C1D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14:paraId="341907E2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3F504ABC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064FDBC7" w14:textId="77777777"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14:paraId="40AF0DBA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16AE6766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BC16AD4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62C1864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64B071D8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600C4A2D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528690F7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0F742DCC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770DAB52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62725C2D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5847200F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3BA5C700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1D025E3" w14:textId="77777777" w:rsidR="00EA40D9" w:rsidRPr="007A7C1D" w:rsidRDefault="00EA40D9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992098">
        <w:rPr>
          <w:rFonts w:ascii="ＭＳ 明朝" w:hAnsi="ＭＳ 明朝" w:hint="eastAsia"/>
          <w:color w:val="000000" w:themeColor="text1"/>
          <w:sz w:val="24"/>
          <w:szCs w:val="24"/>
        </w:rPr>
        <w:t>玉城</w:t>
      </w:r>
      <w:r w:rsidR="00C80757" w:rsidRPr="00C80757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992098">
        <w:rPr>
          <w:rFonts w:ascii="ＭＳ 明朝" w:hAnsi="ＭＳ 明朝" w:hint="eastAsia"/>
          <w:color w:val="000000" w:themeColor="text1"/>
          <w:sz w:val="24"/>
          <w:szCs w:val="24"/>
        </w:rPr>
        <w:t>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094A5BF8" w14:textId="77777777"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25B3A"/>
    <w:rsid w:val="00140ADD"/>
    <w:rsid w:val="00181530"/>
    <w:rsid w:val="001B3B04"/>
    <w:rsid w:val="0026756B"/>
    <w:rsid w:val="0027102F"/>
    <w:rsid w:val="0027763F"/>
    <w:rsid w:val="00286584"/>
    <w:rsid w:val="002A255A"/>
    <w:rsid w:val="0035416A"/>
    <w:rsid w:val="00360075"/>
    <w:rsid w:val="003B5134"/>
    <w:rsid w:val="003C21FA"/>
    <w:rsid w:val="003E1B38"/>
    <w:rsid w:val="00490EF3"/>
    <w:rsid w:val="004B4A61"/>
    <w:rsid w:val="004B5235"/>
    <w:rsid w:val="004C33DE"/>
    <w:rsid w:val="0051378E"/>
    <w:rsid w:val="005F16AD"/>
    <w:rsid w:val="00616DFB"/>
    <w:rsid w:val="006219A5"/>
    <w:rsid w:val="007A7C1D"/>
    <w:rsid w:val="007B2417"/>
    <w:rsid w:val="00854C9D"/>
    <w:rsid w:val="008B508A"/>
    <w:rsid w:val="008D74D1"/>
    <w:rsid w:val="008E4BAA"/>
    <w:rsid w:val="009146C2"/>
    <w:rsid w:val="0097402B"/>
    <w:rsid w:val="00987EA9"/>
    <w:rsid w:val="00992098"/>
    <w:rsid w:val="009B5A90"/>
    <w:rsid w:val="009C26B4"/>
    <w:rsid w:val="009C4C90"/>
    <w:rsid w:val="009F3699"/>
    <w:rsid w:val="00A057D0"/>
    <w:rsid w:val="00A1217E"/>
    <w:rsid w:val="00A14FBA"/>
    <w:rsid w:val="00A51EF4"/>
    <w:rsid w:val="00A5472E"/>
    <w:rsid w:val="00A61198"/>
    <w:rsid w:val="00AC48CA"/>
    <w:rsid w:val="00AC7D16"/>
    <w:rsid w:val="00AE34FF"/>
    <w:rsid w:val="00B051E7"/>
    <w:rsid w:val="00B766A5"/>
    <w:rsid w:val="00B82D0C"/>
    <w:rsid w:val="00BA6B84"/>
    <w:rsid w:val="00BE1B29"/>
    <w:rsid w:val="00C65E48"/>
    <w:rsid w:val="00C80757"/>
    <w:rsid w:val="00CB0F05"/>
    <w:rsid w:val="00CD5B35"/>
    <w:rsid w:val="00CE7C6F"/>
    <w:rsid w:val="00D218EA"/>
    <w:rsid w:val="00D8482E"/>
    <w:rsid w:val="00D93C77"/>
    <w:rsid w:val="00DB2BBC"/>
    <w:rsid w:val="00DB2BFC"/>
    <w:rsid w:val="00DB6708"/>
    <w:rsid w:val="00E10E2D"/>
    <w:rsid w:val="00E73593"/>
    <w:rsid w:val="00EA40D9"/>
    <w:rsid w:val="00EF419B"/>
    <w:rsid w:val="00F006F6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0AA64"/>
  <w15:docId w15:val="{5D302691-FD74-4D62-83A6-AEEF82D0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E0B8C-F046-40FA-A781-0B574EC0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69</TotalTime>
  <Pages>4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0008776</cp:lastModifiedBy>
  <cp:revision>32</cp:revision>
  <cp:lastPrinted>2019-05-07T06:03:00Z</cp:lastPrinted>
  <dcterms:created xsi:type="dcterms:W3CDTF">2013-02-23T00:20:00Z</dcterms:created>
  <dcterms:modified xsi:type="dcterms:W3CDTF">2025-07-07T23:30:00Z</dcterms:modified>
</cp:coreProperties>
</file>