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0C716" w14:textId="69C6EFF6" w:rsidR="006A627B" w:rsidRDefault="00F27D53" w:rsidP="008C1551">
      <w:pPr>
        <w:pStyle w:val="3"/>
        <w:spacing w:before="180" w:after="180"/>
        <w:ind w:left="630" w:right="630"/>
        <w:jc w:val="center"/>
      </w:pPr>
      <w:r>
        <w:rPr>
          <w:rFonts w:hint="eastAsia"/>
        </w:rPr>
        <w:t>地下水利用状況調査票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8C1551" w14:paraId="4D96B449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7DB4FEB7" w14:textId="13571FD3" w:rsidR="008C1551" w:rsidRDefault="0088598F" w:rsidP="005B5228">
            <w:pPr>
              <w:jc w:val="left"/>
            </w:pPr>
            <w:r w:rsidRPr="0088598F">
              <w:rPr>
                <w:rFonts w:hint="eastAsia"/>
              </w:rPr>
              <w:t>地下水利用施</w:t>
            </w:r>
            <w:r w:rsidR="008C1551">
              <w:rPr>
                <w:rFonts w:hint="eastAsia"/>
              </w:rPr>
              <w:t>名称</w:t>
            </w:r>
            <w:r w:rsidR="005B5228">
              <w:rPr>
                <w:rFonts w:hint="eastAsia"/>
              </w:rPr>
              <w:t>（仮称可）</w:t>
            </w:r>
          </w:p>
        </w:tc>
        <w:tc>
          <w:tcPr>
            <w:tcW w:w="6379" w:type="dxa"/>
            <w:vAlign w:val="center"/>
          </w:tcPr>
          <w:p w14:paraId="239CB349" w14:textId="77777777" w:rsidR="008C1551" w:rsidRDefault="008C1551" w:rsidP="008C1551"/>
        </w:tc>
      </w:tr>
      <w:tr w:rsidR="008C1551" w14:paraId="0CD9A3BA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298F3A46" w14:textId="59E5C50C" w:rsidR="008C1551" w:rsidRDefault="00D67DA7" w:rsidP="008C1551">
            <w:r w:rsidRPr="00D67DA7">
              <w:rPr>
                <w:rFonts w:hint="eastAsia"/>
              </w:rPr>
              <w:t>地下水利用</w:t>
            </w:r>
            <w:r w:rsidR="00834080">
              <w:rPr>
                <w:rFonts w:hint="eastAsia"/>
              </w:rPr>
              <w:t>施設</w:t>
            </w:r>
            <w:r w:rsidRPr="00D67DA7">
              <w:rPr>
                <w:rFonts w:hint="eastAsia"/>
              </w:rPr>
              <w:t>等</w:t>
            </w:r>
            <w:r w:rsidR="008C1551">
              <w:rPr>
                <w:rFonts w:hint="eastAsia"/>
              </w:rPr>
              <w:t>所在地</w:t>
            </w:r>
          </w:p>
        </w:tc>
        <w:tc>
          <w:tcPr>
            <w:tcW w:w="6379" w:type="dxa"/>
            <w:vAlign w:val="center"/>
          </w:tcPr>
          <w:p w14:paraId="76BB5C87" w14:textId="77777777" w:rsidR="008C1551" w:rsidRDefault="008C1551" w:rsidP="008C1551"/>
        </w:tc>
      </w:tr>
      <w:tr w:rsidR="0088598F" w14:paraId="5089CE66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5F924757" w14:textId="12A0DD64" w:rsidR="0088598F" w:rsidRPr="00D67DA7" w:rsidRDefault="0088598F" w:rsidP="008C1551">
            <w:r w:rsidRPr="0088598F">
              <w:rPr>
                <w:rFonts w:hint="eastAsia"/>
              </w:rPr>
              <w:t>地下水利用</w:t>
            </w:r>
            <w:r w:rsidR="00834080">
              <w:rPr>
                <w:rFonts w:hint="eastAsia"/>
              </w:rPr>
              <w:t>施設</w:t>
            </w:r>
            <w:r w:rsidRPr="0088598F">
              <w:rPr>
                <w:rFonts w:hint="eastAsia"/>
              </w:rPr>
              <w:t>等</w:t>
            </w:r>
            <w:r>
              <w:rPr>
                <w:rFonts w:hint="eastAsia"/>
              </w:rPr>
              <w:t>所有者氏名</w:t>
            </w:r>
          </w:p>
        </w:tc>
        <w:tc>
          <w:tcPr>
            <w:tcW w:w="6379" w:type="dxa"/>
            <w:vAlign w:val="center"/>
          </w:tcPr>
          <w:p w14:paraId="09C7C97F" w14:textId="77777777" w:rsidR="0088598F" w:rsidRDefault="0088598F" w:rsidP="008C1551"/>
        </w:tc>
      </w:tr>
      <w:tr w:rsidR="008C1551" w14:paraId="5300FE4D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146AD3A4" w14:textId="4C5CA4B5" w:rsidR="008C1551" w:rsidRDefault="008C1551" w:rsidP="008C1551">
            <w:r>
              <w:rPr>
                <w:rFonts w:hint="eastAsia"/>
              </w:rPr>
              <w:t>聴取年月日</w:t>
            </w:r>
          </w:p>
        </w:tc>
        <w:tc>
          <w:tcPr>
            <w:tcW w:w="6379" w:type="dxa"/>
            <w:vAlign w:val="center"/>
          </w:tcPr>
          <w:p w14:paraId="6145EF7A" w14:textId="77777777" w:rsidR="008C1551" w:rsidRDefault="008C1551" w:rsidP="008C1551"/>
        </w:tc>
      </w:tr>
      <w:tr w:rsidR="008C1551" w14:paraId="43E34623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6828A7C9" w14:textId="401F402A" w:rsidR="008C1551" w:rsidRDefault="008C1551" w:rsidP="008C1551">
            <w:r>
              <w:rPr>
                <w:rFonts w:hint="eastAsia"/>
              </w:rPr>
              <w:t>聴取者氏名</w:t>
            </w:r>
          </w:p>
        </w:tc>
        <w:tc>
          <w:tcPr>
            <w:tcW w:w="6379" w:type="dxa"/>
            <w:vAlign w:val="center"/>
          </w:tcPr>
          <w:p w14:paraId="7AB9C5B9" w14:textId="77777777" w:rsidR="008C1551" w:rsidRDefault="008C1551" w:rsidP="008C1551"/>
        </w:tc>
      </w:tr>
      <w:tr w:rsidR="008C1551" w14:paraId="1CD9AFE1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01069758" w14:textId="103A8A80" w:rsidR="008C1551" w:rsidRDefault="008C1551" w:rsidP="008C1551">
            <w:r>
              <w:rPr>
                <w:rFonts w:hint="eastAsia"/>
              </w:rPr>
              <w:t>聴取者</w:t>
            </w:r>
            <w:r w:rsidR="0088598F">
              <w:rPr>
                <w:rFonts w:hint="eastAsia"/>
              </w:rPr>
              <w:t>と所有者の関係</w:t>
            </w:r>
          </w:p>
        </w:tc>
        <w:tc>
          <w:tcPr>
            <w:tcW w:w="6379" w:type="dxa"/>
            <w:vAlign w:val="center"/>
          </w:tcPr>
          <w:p w14:paraId="74E8AA49" w14:textId="77777777" w:rsidR="008C1551" w:rsidRDefault="008C1551" w:rsidP="008C1551"/>
        </w:tc>
      </w:tr>
      <w:tr w:rsidR="008C1551" w14:paraId="3BD77690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663D0568" w14:textId="2635B0F4" w:rsidR="008C1551" w:rsidRDefault="0088598F" w:rsidP="008C1551">
            <w:r w:rsidRPr="0088598F">
              <w:rPr>
                <w:rFonts w:hint="eastAsia"/>
              </w:rPr>
              <w:t>地下水利用施等</w:t>
            </w:r>
            <w:r>
              <w:rPr>
                <w:rFonts w:hint="eastAsia"/>
              </w:rPr>
              <w:t>の区分</w:t>
            </w:r>
          </w:p>
        </w:tc>
        <w:tc>
          <w:tcPr>
            <w:tcW w:w="6379" w:type="dxa"/>
            <w:vAlign w:val="center"/>
          </w:tcPr>
          <w:p w14:paraId="4E05493D" w14:textId="4BF11F83" w:rsidR="008C1551" w:rsidRDefault="0088598F" w:rsidP="008C1551">
            <w:r>
              <w:rPr>
                <w:rFonts w:hint="eastAsia"/>
              </w:rPr>
              <w:t>□井戸　□地下水取水ポンプ　□湧水　□その他（　）</w:t>
            </w:r>
          </w:p>
        </w:tc>
      </w:tr>
      <w:tr w:rsidR="0053193D" w14:paraId="353EC8F1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53EC3E24" w14:textId="1DE485A1" w:rsidR="0053193D" w:rsidRPr="008C1551" w:rsidRDefault="0088598F" w:rsidP="0053193D">
            <w:r>
              <w:rPr>
                <w:rFonts w:hint="eastAsia"/>
              </w:rPr>
              <w:t>地下水</w:t>
            </w:r>
            <w:r w:rsidR="005B5228">
              <w:rPr>
                <w:rFonts w:hint="eastAsia"/>
              </w:rPr>
              <w:t>等</w:t>
            </w:r>
            <w:r>
              <w:rPr>
                <w:rFonts w:hint="eastAsia"/>
              </w:rPr>
              <w:t>利用の期間</w:t>
            </w:r>
          </w:p>
        </w:tc>
        <w:tc>
          <w:tcPr>
            <w:tcW w:w="6379" w:type="dxa"/>
            <w:vAlign w:val="center"/>
          </w:tcPr>
          <w:p w14:paraId="2918BE07" w14:textId="77777777" w:rsidR="0053193D" w:rsidRDefault="0053193D" w:rsidP="0053193D"/>
        </w:tc>
      </w:tr>
      <w:tr w:rsidR="0053193D" w14:paraId="5DDA399B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44AF9A72" w14:textId="278AE9BA" w:rsidR="0053193D" w:rsidRPr="00C55ED2" w:rsidRDefault="0088598F" w:rsidP="0053193D">
            <w:r>
              <w:rPr>
                <w:rFonts w:hint="eastAsia"/>
              </w:rPr>
              <w:t>地下水</w:t>
            </w:r>
            <w:r w:rsidR="005B5228">
              <w:rPr>
                <w:rFonts w:hint="eastAsia"/>
              </w:rPr>
              <w:t>等</w:t>
            </w:r>
            <w:r>
              <w:rPr>
                <w:rFonts w:hint="eastAsia"/>
              </w:rPr>
              <w:t>利用者数</w:t>
            </w:r>
          </w:p>
        </w:tc>
        <w:tc>
          <w:tcPr>
            <w:tcW w:w="6379" w:type="dxa"/>
            <w:vAlign w:val="center"/>
          </w:tcPr>
          <w:p w14:paraId="1FC4D98A" w14:textId="77777777" w:rsidR="0053193D" w:rsidRDefault="0053193D" w:rsidP="0053193D"/>
        </w:tc>
      </w:tr>
      <w:tr w:rsidR="00D16DC7" w14:paraId="1AADD51B" w14:textId="77777777" w:rsidTr="005B5228">
        <w:trPr>
          <w:trHeight w:val="567"/>
        </w:trPr>
        <w:tc>
          <w:tcPr>
            <w:tcW w:w="2972" w:type="dxa"/>
            <w:vAlign w:val="center"/>
          </w:tcPr>
          <w:p w14:paraId="7E2BCE1D" w14:textId="471FF9C9" w:rsidR="00D16DC7" w:rsidRPr="00C55ED2" w:rsidRDefault="0088598F" w:rsidP="008C1551">
            <w:r>
              <w:rPr>
                <w:rFonts w:hint="eastAsia"/>
              </w:rPr>
              <w:t>地下水</w:t>
            </w:r>
            <w:r w:rsidR="005B5228">
              <w:rPr>
                <w:rFonts w:hint="eastAsia"/>
              </w:rPr>
              <w:t>等飲用の有無</w:t>
            </w:r>
          </w:p>
        </w:tc>
        <w:tc>
          <w:tcPr>
            <w:tcW w:w="6379" w:type="dxa"/>
            <w:vAlign w:val="center"/>
          </w:tcPr>
          <w:p w14:paraId="718F1F39" w14:textId="0C930156" w:rsidR="00D16DC7" w:rsidRPr="00902FCA" w:rsidRDefault="005B5228" w:rsidP="008C1551">
            <w:r>
              <w:rPr>
                <w:rFonts w:hint="eastAsia"/>
              </w:rPr>
              <w:t>□有り　□無し</w:t>
            </w:r>
          </w:p>
        </w:tc>
      </w:tr>
      <w:tr w:rsidR="005B5228" w:rsidRPr="005B5228" w14:paraId="0362E9B9" w14:textId="77777777" w:rsidTr="005B5228">
        <w:trPr>
          <w:trHeight w:val="2543"/>
        </w:trPr>
        <w:tc>
          <w:tcPr>
            <w:tcW w:w="2972" w:type="dxa"/>
          </w:tcPr>
          <w:p w14:paraId="4988C0E9" w14:textId="50E123CB" w:rsidR="005B5228" w:rsidRDefault="005B5228" w:rsidP="008C1551">
            <w:r>
              <w:rPr>
                <w:rFonts w:hint="eastAsia"/>
              </w:rPr>
              <w:t>地下水等利用の用途</w:t>
            </w:r>
          </w:p>
        </w:tc>
        <w:tc>
          <w:tcPr>
            <w:tcW w:w="6379" w:type="dxa"/>
          </w:tcPr>
          <w:p w14:paraId="79F7C2D6" w14:textId="77777777" w:rsidR="005B5228" w:rsidRDefault="005B5228" w:rsidP="008C1551">
            <w:r>
              <w:rPr>
                <w:rFonts w:hint="eastAsia"/>
              </w:rPr>
              <w:t>□飲用水</w:t>
            </w:r>
            <w:r w:rsidRPr="005B5228">
              <w:rPr>
                <w:rFonts w:hint="eastAsia"/>
              </w:rPr>
              <w:t xml:space="preserve">　□食品原料</w:t>
            </w:r>
            <w:r>
              <w:rPr>
                <w:rFonts w:hint="eastAsia"/>
              </w:rPr>
              <w:t xml:space="preserve">　□生活用水　□工業用水　□農業用水</w:t>
            </w:r>
          </w:p>
          <w:p w14:paraId="1E5D7BCB" w14:textId="7617027D" w:rsidR="005B5228" w:rsidRDefault="005B5228" w:rsidP="008C155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C76EB7" wp14:editId="0C251234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212725</wp:posOffset>
                      </wp:positionV>
                      <wp:extent cx="3790950" cy="1114425"/>
                      <wp:effectExtent l="0" t="0" r="19050" b="28575"/>
                      <wp:wrapNone/>
                      <wp:docPr id="1577587920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0" cy="111442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E627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8.45pt;margin-top:16.75pt;width:298.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□その他</w:t>
            </w:r>
          </w:p>
        </w:tc>
      </w:tr>
      <w:tr w:rsidR="00D16DC7" w14:paraId="39DFF2E6" w14:textId="77777777" w:rsidTr="008869FC">
        <w:trPr>
          <w:trHeight w:val="2734"/>
        </w:trPr>
        <w:tc>
          <w:tcPr>
            <w:tcW w:w="2972" w:type="dxa"/>
          </w:tcPr>
          <w:p w14:paraId="295322FE" w14:textId="7889606C" w:rsidR="00D16DC7" w:rsidRPr="00C55ED2" w:rsidRDefault="00902FCA" w:rsidP="008C1551">
            <w:r>
              <w:rPr>
                <w:rFonts w:hint="eastAsia"/>
              </w:rPr>
              <w:t>備考</w:t>
            </w:r>
          </w:p>
        </w:tc>
        <w:tc>
          <w:tcPr>
            <w:tcW w:w="6379" w:type="dxa"/>
          </w:tcPr>
          <w:p w14:paraId="7572381F" w14:textId="77777777" w:rsidR="00D16DC7" w:rsidRDefault="00D16DC7" w:rsidP="008C1551"/>
        </w:tc>
      </w:tr>
    </w:tbl>
    <w:p w14:paraId="72BA70D2" w14:textId="612B77D4" w:rsidR="00D569FC" w:rsidRDefault="008645C1" w:rsidP="00D569FC">
      <w:pPr>
        <w:pStyle w:val="3"/>
        <w:spacing w:before="180" w:after="180"/>
        <w:ind w:left="630" w:right="630"/>
        <w:jc w:val="center"/>
      </w:pPr>
      <w:r>
        <w:br w:type="page"/>
      </w:r>
      <w:r w:rsidR="00D569FC">
        <w:rPr>
          <w:rFonts w:hint="eastAsia"/>
        </w:rPr>
        <w:lastRenderedPageBreak/>
        <w:t>地下水利用状況調査票（記入例）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D569FC" w14:paraId="0FB81F7A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75872F88" w14:textId="77777777" w:rsidR="00D569FC" w:rsidRDefault="00D569FC" w:rsidP="0030509F">
            <w:pPr>
              <w:jc w:val="left"/>
            </w:pPr>
            <w:r w:rsidRPr="0088598F">
              <w:rPr>
                <w:rFonts w:hint="eastAsia"/>
              </w:rPr>
              <w:t>地下水利用施</w:t>
            </w:r>
            <w:r>
              <w:rPr>
                <w:rFonts w:hint="eastAsia"/>
              </w:rPr>
              <w:t>名称（仮称可）</w:t>
            </w:r>
          </w:p>
        </w:tc>
        <w:tc>
          <w:tcPr>
            <w:tcW w:w="6379" w:type="dxa"/>
            <w:vAlign w:val="center"/>
          </w:tcPr>
          <w:p w14:paraId="5E376F5D" w14:textId="46C3942D" w:rsidR="00D569FC" w:rsidRDefault="0018481F" w:rsidP="0030509F">
            <w:r>
              <w:rPr>
                <w:rFonts w:hint="eastAsia"/>
              </w:rPr>
              <w:t>〇〇氏住居敷地内井戸（仮称）</w:t>
            </w:r>
          </w:p>
        </w:tc>
      </w:tr>
      <w:tr w:rsidR="00D569FC" w14:paraId="1056B26F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259C32E2" w14:textId="2FC348BD" w:rsidR="00D569FC" w:rsidRDefault="00D569FC" w:rsidP="0030509F">
            <w:r w:rsidRPr="00D67DA7">
              <w:rPr>
                <w:rFonts w:hint="eastAsia"/>
              </w:rPr>
              <w:t>地下水利用</w:t>
            </w:r>
            <w:r w:rsidR="00834080">
              <w:rPr>
                <w:rFonts w:hint="eastAsia"/>
              </w:rPr>
              <w:t>施設</w:t>
            </w:r>
            <w:r w:rsidRPr="00D67DA7">
              <w:rPr>
                <w:rFonts w:hint="eastAsia"/>
              </w:rPr>
              <w:t>等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6379" w:type="dxa"/>
            <w:vAlign w:val="center"/>
          </w:tcPr>
          <w:p w14:paraId="7458DE57" w14:textId="0457ECE5" w:rsidR="00D569FC" w:rsidRDefault="0018481F" w:rsidP="0030509F">
            <w:r>
              <w:rPr>
                <w:rFonts w:hint="eastAsia"/>
              </w:rPr>
              <w:t>〇〇市字〇〇　〇〇番地〇</w:t>
            </w:r>
          </w:p>
        </w:tc>
      </w:tr>
      <w:tr w:rsidR="00D569FC" w14:paraId="4CD12D85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6908057E" w14:textId="64717021" w:rsidR="00D569FC" w:rsidRPr="00D67DA7" w:rsidRDefault="00D569FC" w:rsidP="0030509F">
            <w:r w:rsidRPr="0088598F">
              <w:rPr>
                <w:rFonts w:hint="eastAsia"/>
              </w:rPr>
              <w:t>地下水利用</w:t>
            </w:r>
            <w:r w:rsidR="00834080">
              <w:rPr>
                <w:rFonts w:hint="eastAsia"/>
              </w:rPr>
              <w:t>施設</w:t>
            </w:r>
            <w:r w:rsidRPr="0088598F">
              <w:rPr>
                <w:rFonts w:hint="eastAsia"/>
              </w:rPr>
              <w:t>等</w:t>
            </w:r>
            <w:r>
              <w:rPr>
                <w:rFonts w:hint="eastAsia"/>
              </w:rPr>
              <w:t>所有者氏名</w:t>
            </w:r>
          </w:p>
        </w:tc>
        <w:tc>
          <w:tcPr>
            <w:tcW w:w="6379" w:type="dxa"/>
            <w:vAlign w:val="center"/>
          </w:tcPr>
          <w:p w14:paraId="73C7A350" w14:textId="56E244B4" w:rsidR="00D569FC" w:rsidRDefault="0018481F" w:rsidP="0030509F">
            <w:r>
              <w:rPr>
                <w:rFonts w:hint="eastAsia"/>
              </w:rPr>
              <w:t>〇〇　〇〇</w:t>
            </w:r>
          </w:p>
        </w:tc>
      </w:tr>
      <w:tr w:rsidR="00D569FC" w14:paraId="50969892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0FCC3218" w14:textId="77777777" w:rsidR="00D569FC" w:rsidRDefault="00D569FC" w:rsidP="0030509F">
            <w:r>
              <w:rPr>
                <w:rFonts w:hint="eastAsia"/>
              </w:rPr>
              <w:t>聴取年月日</w:t>
            </w:r>
          </w:p>
        </w:tc>
        <w:tc>
          <w:tcPr>
            <w:tcW w:w="6379" w:type="dxa"/>
            <w:vAlign w:val="center"/>
          </w:tcPr>
          <w:p w14:paraId="27AA6FFA" w14:textId="31E18B13" w:rsidR="00D569FC" w:rsidRDefault="0018481F" w:rsidP="0030509F">
            <w:r>
              <w:rPr>
                <w:rFonts w:hint="eastAsia"/>
              </w:rPr>
              <w:t>令和〇年〇月〇日（〇曜日）</w:t>
            </w:r>
          </w:p>
        </w:tc>
      </w:tr>
      <w:tr w:rsidR="0018481F" w14:paraId="012717E5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3C67EF35" w14:textId="77777777" w:rsidR="0018481F" w:rsidRDefault="0018481F" w:rsidP="0018481F">
            <w:r>
              <w:rPr>
                <w:rFonts w:hint="eastAsia"/>
              </w:rPr>
              <w:t>聴取者氏名</w:t>
            </w:r>
          </w:p>
        </w:tc>
        <w:tc>
          <w:tcPr>
            <w:tcW w:w="6379" w:type="dxa"/>
            <w:vAlign w:val="center"/>
          </w:tcPr>
          <w:p w14:paraId="7A5099BE" w14:textId="7FD832C3" w:rsidR="0018481F" w:rsidRDefault="0018481F" w:rsidP="0018481F">
            <w:r>
              <w:rPr>
                <w:rFonts w:hint="eastAsia"/>
              </w:rPr>
              <w:t>〇〇　〇〇</w:t>
            </w:r>
          </w:p>
        </w:tc>
      </w:tr>
      <w:tr w:rsidR="0018481F" w14:paraId="7A50485A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53CC680F" w14:textId="77777777" w:rsidR="0018481F" w:rsidRDefault="0018481F" w:rsidP="0018481F">
            <w:r>
              <w:rPr>
                <w:rFonts w:hint="eastAsia"/>
              </w:rPr>
              <w:t>聴取者と所有者の関係</w:t>
            </w:r>
          </w:p>
        </w:tc>
        <w:tc>
          <w:tcPr>
            <w:tcW w:w="6379" w:type="dxa"/>
            <w:vAlign w:val="center"/>
          </w:tcPr>
          <w:p w14:paraId="63C0E64F" w14:textId="71A92E74" w:rsidR="0018481F" w:rsidRDefault="0018481F" w:rsidP="0018481F">
            <w:r>
              <w:rPr>
                <w:rFonts w:hint="eastAsia"/>
              </w:rPr>
              <w:t>家族</w:t>
            </w:r>
          </w:p>
        </w:tc>
      </w:tr>
      <w:tr w:rsidR="0018481F" w14:paraId="1E682ECE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74F494DC" w14:textId="549A814F" w:rsidR="0018481F" w:rsidRDefault="0018481F" w:rsidP="0018481F">
            <w:r w:rsidRPr="0088598F">
              <w:rPr>
                <w:rFonts w:hint="eastAsia"/>
              </w:rPr>
              <w:t>地下水利用</w:t>
            </w:r>
            <w:r w:rsidR="00834080">
              <w:rPr>
                <w:rFonts w:hint="eastAsia"/>
              </w:rPr>
              <w:t>施設</w:t>
            </w:r>
            <w:r w:rsidRPr="0088598F">
              <w:rPr>
                <w:rFonts w:hint="eastAsia"/>
              </w:rPr>
              <w:t>等</w:t>
            </w:r>
            <w:r>
              <w:rPr>
                <w:rFonts w:hint="eastAsia"/>
              </w:rPr>
              <w:t>の区分</w:t>
            </w:r>
          </w:p>
        </w:tc>
        <w:tc>
          <w:tcPr>
            <w:tcW w:w="6379" w:type="dxa"/>
            <w:vAlign w:val="center"/>
          </w:tcPr>
          <w:p w14:paraId="65FFB8FA" w14:textId="2A57E2EA" w:rsidR="0018481F" w:rsidRDefault="0018481F" w:rsidP="0018481F">
            <w:r>
              <w:rPr>
                <w:rFonts w:hint="eastAsia"/>
              </w:rPr>
              <w:t>☑井戸　□地下水取水ポンプ　□湧水　□その他（　）</w:t>
            </w:r>
          </w:p>
        </w:tc>
      </w:tr>
      <w:tr w:rsidR="0018481F" w14:paraId="4BB6BF87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1DD86277" w14:textId="77777777" w:rsidR="0018481F" w:rsidRPr="008C1551" w:rsidRDefault="0018481F" w:rsidP="0018481F">
            <w:r>
              <w:rPr>
                <w:rFonts w:hint="eastAsia"/>
              </w:rPr>
              <w:t>地下水等利用の期間</w:t>
            </w:r>
          </w:p>
        </w:tc>
        <w:tc>
          <w:tcPr>
            <w:tcW w:w="6379" w:type="dxa"/>
            <w:vAlign w:val="center"/>
          </w:tcPr>
          <w:p w14:paraId="1146299A" w14:textId="52A010D2" w:rsidR="0018481F" w:rsidRDefault="0018481F" w:rsidP="0018481F">
            <w:r>
              <w:rPr>
                <w:rFonts w:hint="eastAsia"/>
              </w:rPr>
              <w:t>昭和〇年～現在</w:t>
            </w:r>
          </w:p>
        </w:tc>
      </w:tr>
      <w:tr w:rsidR="0018481F" w14:paraId="7D7ADD69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3CDE7BEE" w14:textId="77777777" w:rsidR="0018481F" w:rsidRPr="00C55ED2" w:rsidRDefault="0018481F" w:rsidP="0018481F">
            <w:r>
              <w:rPr>
                <w:rFonts w:hint="eastAsia"/>
              </w:rPr>
              <w:t>地下水等利用者数</w:t>
            </w:r>
          </w:p>
        </w:tc>
        <w:tc>
          <w:tcPr>
            <w:tcW w:w="6379" w:type="dxa"/>
            <w:vAlign w:val="center"/>
          </w:tcPr>
          <w:p w14:paraId="3E4523CA" w14:textId="53AE7B3D" w:rsidR="0018481F" w:rsidRDefault="0018481F" w:rsidP="0018481F">
            <w:r>
              <w:rPr>
                <w:rFonts w:hint="eastAsia"/>
              </w:rPr>
              <w:t>５人程度</w:t>
            </w:r>
          </w:p>
        </w:tc>
      </w:tr>
      <w:tr w:rsidR="0018481F" w14:paraId="3A8EC5FF" w14:textId="77777777" w:rsidTr="0030509F">
        <w:trPr>
          <w:trHeight w:val="567"/>
        </w:trPr>
        <w:tc>
          <w:tcPr>
            <w:tcW w:w="2972" w:type="dxa"/>
            <w:vAlign w:val="center"/>
          </w:tcPr>
          <w:p w14:paraId="6D8D0DF6" w14:textId="77777777" w:rsidR="0018481F" w:rsidRPr="00C55ED2" w:rsidRDefault="0018481F" w:rsidP="0018481F">
            <w:r>
              <w:rPr>
                <w:rFonts w:hint="eastAsia"/>
              </w:rPr>
              <w:t>地下水等飲用の有無</w:t>
            </w:r>
          </w:p>
        </w:tc>
        <w:tc>
          <w:tcPr>
            <w:tcW w:w="6379" w:type="dxa"/>
            <w:vAlign w:val="center"/>
          </w:tcPr>
          <w:p w14:paraId="575D8A48" w14:textId="5E93DBD2" w:rsidR="0018481F" w:rsidRPr="00902FCA" w:rsidRDefault="0018481F" w:rsidP="0018481F">
            <w:r>
              <w:rPr>
                <w:rFonts w:hint="eastAsia"/>
              </w:rPr>
              <w:t>□有り　☑無し</w:t>
            </w:r>
          </w:p>
        </w:tc>
      </w:tr>
      <w:tr w:rsidR="0018481F" w:rsidRPr="005B5228" w14:paraId="07ED8CE3" w14:textId="77777777" w:rsidTr="0030509F">
        <w:trPr>
          <w:trHeight w:val="2543"/>
        </w:trPr>
        <w:tc>
          <w:tcPr>
            <w:tcW w:w="2972" w:type="dxa"/>
          </w:tcPr>
          <w:p w14:paraId="124E9950" w14:textId="77777777" w:rsidR="0018481F" w:rsidRDefault="0018481F" w:rsidP="0018481F">
            <w:r>
              <w:rPr>
                <w:rFonts w:hint="eastAsia"/>
              </w:rPr>
              <w:t>地下水等利用の用途</w:t>
            </w:r>
          </w:p>
        </w:tc>
        <w:tc>
          <w:tcPr>
            <w:tcW w:w="6379" w:type="dxa"/>
          </w:tcPr>
          <w:p w14:paraId="6C5C4516" w14:textId="6730F228" w:rsidR="0018481F" w:rsidRDefault="0018481F" w:rsidP="0018481F">
            <w:r>
              <w:rPr>
                <w:rFonts w:hint="eastAsia"/>
              </w:rPr>
              <w:t>□飲用水</w:t>
            </w:r>
            <w:r w:rsidRPr="005B5228">
              <w:rPr>
                <w:rFonts w:hint="eastAsia"/>
              </w:rPr>
              <w:t xml:space="preserve">　□食品原料</w:t>
            </w:r>
            <w:r>
              <w:rPr>
                <w:rFonts w:hint="eastAsia"/>
              </w:rPr>
              <w:t xml:space="preserve">　☑生活用水　□工業用水　□農業用水</w:t>
            </w:r>
          </w:p>
          <w:p w14:paraId="2AD35195" w14:textId="77777777" w:rsidR="0018481F" w:rsidRDefault="0018481F" w:rsidP="0018481F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8B8D94" wp14:editId="67C32DF2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212725</wp:posOffset>
                      </wp:positionV>
                      <wp:extent cx="3790950" cy="1114425"/>
                      <wp:effectExtent l="0" t="0" r="19050" b="28575"/>
                      <wp:wrapNone/>
                      <wp:docPr id="894227032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0" cy="1114425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51D4C" id="大かっこ 1" o:spid="_x0000_s1026" type="#_x0000_t185" style="position:absolute;margin-left:8.45pt;margin-top:16.75pt;width:298.5pt;height:8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" strokecolor="windowText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□その他</w:t>
            </w:r>
          </w:p>
        </w:tc>
      </w:tr>
      <w:tr w:rsidR="0018481F" w14:paraId="0D401C54" w14:textId="77777777" w:rsidTr="0030509F">
        <w:trPr>
          <w:trHeight w:val="2734"/>
        </w:trPr>
        <w:tc>
          <w:tcPr>
            <w:tcW w:w="2972" w:type="dxa"/>
          </w:tcPr>
          <w:p w14:paraId="3F428614" w14:textId="77777777" w:rsidR="0018481F" w:rsidRPr="00C55ED2" w:rsidRDefault="0018481F" w:rsidP="0018481F">
            <w:r>
              <w:rPr>
                <w:rFonts w:hint="eastAsia"/>
              </w:rPr>
              <w:t>備考</w:t>
            </w:r>
          </w:p>
        </w:tc>
        <w:tc>
          <w:tcPr>
            <w:tcW w:w="6379" w:type="dxa"/>
          </w:tcPr>
          <w:p w14:paraId="761E8E25" w14:textId="77777777" w:rsidR="0018481F" w:rsidRDefault="0018481F" w:rsidP="0018481F"/>
        </w:tc>
      </w:tr>
    </w:tbl>
    <w:p w14:paraId="5A88649A" w14:textId="53996A30" w:rsidR="008645C1" w:rsidRDefault="008645C1">
      <w:pPr>
        <w:widowControl/>
        <w:spacing w:line="240" w:lineRule="auto"/>
        <w:jc w:val="left"/>
      </w:pPr>
    </w:p>
    <w:sectPr w:rsidR="008645C1" w:rsidSect="00902FCA">
      <w:footerReference w:type="default" r:id="rId7"/>
      <w:headerReference w:type="first" r:id="rId8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84D48" w14:textId="77777777" w:rsidR="004570D2" w:rsidRDefault="004570D2" w:rsidP="00CD59E4">
      <w:r>
        <w:separator/>
      </w:r>
    </w:p>
  </w:endnote>
  <w:endnote w:type="continuationSeparator" w:id="0">
    <w:p w14:paraId="2BF4B653" w14:textId="77777777" w:rsidR="004570D2" w:rsidRDefault="004570D2" w:rsidP="00CD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DDB1" w14:textId="77777777" w:rsidR="00CD59E4" w:rsidRDefault="00CD59E4" w:rsidP="00CD59E4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E6D37" w14:textId="77777777" w:rsidR="004570D2" w:rsidRDefault="004570D2" w:rsidP="00CD59E4">
      <w:r>
        <w:separator/>
      </w:r>
    </w:p>
  </w:footnote>
  <w:footnote w:type="continuationSeparator" w:id="0">
    <w:p w14:paraId="5AF62346" w14:textId="77777777" w:rsidR="004570D2" w:rsidRDefault="004570D2" w:rsidP="00CD5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E2DCD" w14:textId="77777777" w:rsidR="0041463C" w:rsidRDefault="0041463C" w:rsidP="0041463C">
    <w:pPr>
      <w:pStyle w:val="af0"/>
      <w:jc w:val="center"/>
    </w:pPr>
    <w:r>
      <w:rPr>
        <w:rFonts w:hint="eastAsia"/>
      </w:rPr>
      <w:t>(案)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D31EBE"/>
    <w:multiLevelType w:val="hybridMultilevel"/>
    <w:tmpl w:val="A072D35C"/>
    <w:lvl w:ilvl="0" w:tplc="87B4A51C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49895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551"/>
    <w:rsid w:val="00003221"/>
    <w:rsid w:val="0000398E"/>
    <w:rsid w:val="00013846"/>
    <w:rsid w:val="00040554"/>
    <w:rsid w:val="00061BB8"/>
    <w:rsid w:val="000753DE"/>
    <w:rsid w:val="00086B19"/>
    <w:rsid w:val="00094262"/>
    <w:rsid w:val="000B1C57"/>
    <w:rsid w:val="000B2831"/>
    <w:rsid w:val="000B76CB"/>
    <w:rsid w:val="000D1D30"/>
    <w:rsid w:val="000F4D35"/>
    <w:rsid w:val="0011584A"/>
    <w:rsid w:val="00150480"/>
    <w:rsid w:val="00164B56"/>
    <w:rsid w:val="00176068"/>
    <w:rsid w:val="00176653"/>
    <w:rsid w:val="001841B9"/>
    <w:rsid w:val="0018481F"/>
    <w:rsid w:val="001918EB"/>
    <w:rsid w:val="001C466C"/>
    <w:rsid w:val="001D04C0"/>
    <w:rsid w:val="001E5B2F"/>
    <w:rsid w:val="001F1095"/>
    <w:rsid w:val="001F1341"/>
    <w:rsid w:val="001F5EEC"/>
    <w:rsid w:val="00201C7C"/>
    <w:rsid w:val="002269F2"/>
    <w:rsid w:val="00241DD8"/>
    <w:rsid w:val="002518D1"/>
    <w:rsid w:val="002621F2"/>
    <w:rsid w:val="002656EC"/>
    <w:rsid w:val="0026630E"/>
    <w:rsid w:val="0028223D"/>
    <w:rsid w:val="002951D2"/>
    <w:rsid w:val="00296F48"/>
    <w:rsid w:val="002A0808"/>
    <w:rsid w:val="002A423B"/>
    <w:rsid w:val="002A44BE"/>
    <w:rsid w:val="002C2FCD"/>
    <w:rsid w:val="002C6D61"/>
    <w:rsid w:val="002F1AC8"/>
    <w:rsid w:val="002F37A2"/>
    <w:rsid w:val="002F55E1"/>
    <w:rsid w:val="00300012"/>
    <w:rsid w:val="00375F30"/>
    <w:rsid w:val="0038126C"/>
    <w:rsid w:val="003863CE"/>
    <w:rsid w:val="003948DE"/>
    <w:rsid w:val="003955CF"/>
    <w:rsid w:val="003C0FFA"/>
    <w:rsid w:val="003C1C13"/>
    <w:rsid w:val="003D2102"/>
    <w:rsid w:val="003D44C9"/>
    <w:rsid w:val="003E71F4"/>
    <w:rsid w:val="003F51EF"/>
    <w:rsid w:val="0041463C"/>
    <w:rsid w:val="004357FE"/>
    <w:rsid w:val="00453EDD"/>
    <w:rsid w:val="004570D2"/>
    <w:rsid w:val="00461741"/>
    <w:rsid w:val="00483CF9"/>
    <w:rsid w:val="004940DA"/>
    <w:rsid w:val="004D6E66"/>
    <w:rsid w:val="005019FB"/>
    <w:rsid w:val="00520B72"/>
    <w:rsid w:val="0053193D"/>
    <w:rsid w:val="0054377E"/>
    <w:rsid w:val="00557DB7"/>
    <w:rsid w:val="005744FD"/>
    <w:rsid w:val="00574C16"/>
    <w:rsid w:val="00580FE1"/>
    <w:rsid w:val="005849FE"/>
    <w:rsid w:val="005B5228"/>
    <w:rsid w:val="005F5091"/>
    <w:rsid w:val="006130E5"/>
    <w:rsid w:val="0064533F"/>
    <w:rsid w:val="00646638"/>
    <w:rsid w:val="00657CDC"/>
    <w:rsid w:val="00697249"/>
    <w:rsid w:val="00697F3A"/>
    <w:rsid w:val="006A627B"/>
    <w:rsid w:val="006C76BC"/>
    <w:rsid w:val="006D73DF"/>
    <w:rsid w:val="006F11F5"/>
    <w:rsid w:val="006F31EC"/>
    <w:rsid w:val="006F50B3"/>
    <w:rsid w:val="007023D6"/>
    <w:rsid w:val="00705EEF"/>
    <w:rsid w:val="007168DB"/>
    <w:rsid w:val="00720073"/>
    <w:rsid w:val="00722FB1"/>
    <w:rsid w:val="0074585B"/>
    <w:rsid w:val="00776528"/>
    <w:rsid w:val="00787C20"/>
    <w:rsid w:val="007E6B04"/>
    <w:rsid w:val="008278B8"/>
    <w:rsid w:val="00834080"/>
    <w:rsid w:val="008601F6"/>
    <w:rsid w:val="008645C1"/>
    <w:rsid w:val="008833D7"/>
    <w:rsid w:val="00884AA9"/>
    <w:rsid w:val="0088598F"/>
    <w:rsid w:val="008869FC"/>
    <w:rsid w:val="008931D9"/>
    <w:rsid w:val="00897305"/>
    <w:rsid w:val="008A5CAE"/>
    <w:rsid w:val="008B5AA6"/>
    <w:rsid w:val="008C1551"/>
    <w:rsid w:val="008E704A"/>
    <w:rsid w:val="008F09D0"/>
    <w:rsid w:val="00902FCA"/>
    <w:rsid w:val="009403DB"/>
    <w:rsid w:val="009518A3"/>
    <w:rsid w:val="00951BE5"/>
    <w:rsid w:val="009630D5"/>
    <w:rsid w:val="00965726"/>
    <w:rsid w:val="009942F0"/>
    <w:rsid w:val="009B4693"/>
    <w:rsid w:val="009C1EBE"/>
    <w:rsid w:val="009C3A82"/>
    <w:rsid w:val="009D3E80"/>
    <w:rsid w:val="009F4B5B"/>
    <w:rsid w:val="00A1187D"/>
    <w:rsid w:val="00A56770"/>
    <w:rsid w:val="00A74FE1"/>
    <w:rsid w:val="00A7793D"/>
    <w:rsid w:val="00A80C70"/>
    <w:rsid w:val="00A84AF0"/>
    <w:rsid w:val="00A977D1"/>
    <w:rsid w:val="00AA081B"/>
    <w:rsid w:val="00AB6F4A"/>
    <w:rsid w:val="00AD7313"/>
    <w:rsid w:val="00B00432"/>
    <w:rsid w:val="00B04E2A"/>
    <w:rsid w:val="00B05AFE"/>
    <w:rsid w:val="00B22FDD"/>
    <w:rsid w:val="00B4090E"/>
    <w:rsid w:val="00B66F3C"/>
    <w:rsid w:val="00B7247E"/>
    <w:rsid w:val="00B80EE8"/>
    <w:rsid w:val="00B8779D"/>
    <w:rsid w:val="00BA26C9"/>
    <w:rsid w:val="00BB7ACD"/>
    <w:rsid w:val="00BE7CA7"/>
    <w:rsid w:val="00C01880"/>
    <w:rsid w:val="00C23F7C"/>
    <w:rsid w:val="00C25DD1"/>
    <w:rsid w:val="00C40E69"/>
    <w:rsid w:val="00C55ED2"/>
    <w:rsid w:val="00C72A28"/>
    <w:rsid w:val="00C7565A"/>
    <w:rsid w:val="00C8424C"/>
    <w:rsid w:val="00C847BD"/>
    <w:rsid w:val="00C94B09"/>
    <w:rsid w:val="00CB1D45"/>
    <w:rsid w:val="00CB7142"/>
    <w:rsid w:val="00CC2D3E"/>
    <w:rsid w:val="00CC7D75"/>
    <w:rsid w:val="00CD4ABC"/>
    <w:rsid w:val="00CD59E4"/>
    <w:rsid w:val="00CE1871"/>
    <w:rsid w:val="00CE557D"/>
    <w:rsid w:val="00D016BC"/>
    <w:rsid w:val="00D16DC7"/>
    <w:rsid w:val="00D569FC"/>
    <w:rsid w:val="00D62A72"/>
    <w:rsid w:val="00D644A6"/>
    <w:rsid w:val="00D67DA7"/>
    <w:rsid w:val="00D76444"/>
    <w:rsid w:val="00D80F6A"/>
    <w:rsid w:val="00DA4F47"/>
    <w:rsid w:val="00DA5C38"/>
    <w:rsid w:val="00DB15F1"/>
    <w:rsid w:val="00DC69B0"/>
    <w:rsid w:val="00DD39F3"/>
    <w:rsid w:val="00DE05C2"/>
    <w:rsid w:val="00E01B5A"/>
    <w:rsid w:val="00E21405"/>
    <w:rsid w:val="00E320E2"/>
    <w:rsid w:val="00E32D8E"/>
    <w:rsid w:val="00E64F5B"/>
    <w:rsid w:val="00E67290"/>
    <w:rsid w:val="00E73D3E"/>
    <w:rsid w:val="00EA2140"/>
    <w:rsid w:val="00ED24CC"/>
    <w:rsid w:val="00EE7485"/>
    <w:rsid w:val="00F025A3"/>
    <w:rsid w:val="00F04CA7"/>
    <w:rsid w:val="00F05775"/>
    <w:rsid w:val="00F14823"/>
    <w:rsid w:val="00F165CF"/>
    <w:rsid w:val="00F2585D"/>
    <w:rsid w:val="00F27D53"/>
    <w:rsid w:val="00F32E0F"/>
    <w:rsid w:val="00F40B73"/>
    <w:rsid w:val="00F40B7B"/>
    <w:rsid w:val="00F46D6F"/>
    <w:rsid w:val="00F52320"/>
    <w:rsid w:val="00F533D1"/>
    <w:rsid w:val="00F56CAF"/>
    <w:rsid w:val="00F62DCD"/>
    <w:rsid w:val="00F806DF"/>
    <w:rsid w:val="00F815E3"/>
    <w:rsid w:val="00F9448B"/>
    <w:rsid w:val="00FA0317"/>
    <w:rsid w:val="00FC413C"/>
    <w:rsid w:val="00FE06CC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9AA24"/>
  <w15:chartTrackingRefBased/>
  <w15:docId w15:val="{D0A25670-8C1C-4B16-A988-2B807BE8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AF0"/>
    <w:pPr>
      <w:widowControl w:val="0"/>
      <w:spacing w:line="280" w:lineRule="exact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レベル２みだし"/>
    <w:next w:val="a4"/>
    <w:qFormat/>
    <w:rsid w:val="00A84AF0"/>
    <w:pPr>
      <w:spacing w:line="280" w:lineRule="exact"/>
      <w:ind w:leftChars="100" w:left="200" w:hangingChars="100" w:hanging="100"/>
      <w:outlineLvl w:val="1"/>
    </w:pPr>
    <w:rPr>
      <w:rFonts w:ascii="ＭＳ 明朝" w:eastAsia="ＭＳ 明朝"/>
    </w:rPr>
  </w:style>
  <w:style w:type="paragraph" w:customStyle="1" w:styleId="1">
    <w:name w:val="1_文書番号・日付"/>
    <w:next w:val="a"/>
    <w:qFormat/>
    <w:rsid w:val="00A84AF0"/>
    <w:pPr>
      <w:spacing w:line="280" w:lineRule="exact"/>
      <w:ind w:rightChars="200" w:right="200"/>
      <w:jc w:val="right"/>
    </w:pPr>
    <w:rPr>
      <w:rFonts w:ascii="ＭＳ 明朝" w:eastAsia="ＭＳ 明朝"/>
    </w:rPr>
  </w:style>
  <w:style w:type="paragraph" w:customStyle="1" w:styleId="3">
    <w:name w:val="3_標題"/>
    <w:next w:val="4"/>
    <w:qFormat/>
    <w:rsid w:val="00D569FC"/>
    <w:pPr>
      <w:spacing w:beforeLines="50" w:before="50" w:afterLines="50" w:after="50" w:line="280" w:lineRule="exact"/>
      <w:ind w:leftChars="300" w:left="300" w:rightChars="300" w:right="300"/>
      <w:jc w:val="both"/>
      <w:outlineLvl w:val="0"/>
    </w:pPr>
    <w:rPr>
      <w:rFonts w:ascii="ＭＳ 明朝" w:eastAsia="ＭＳ 明朝"/>
      <w:sz w:val="24"/>
    </w:rPr>
  </w:style>
  <w:style w:type="paragraph" w:customStyle="1" w:styleId="4">
    <w:name w:val="4_前文"/>
    <w:qFormat/>
    <w:rsid w:val="00A84AF0"/>
    <w:pPr>
      <w:spacing w:line="280" w:lineRule="exact"/>
      <w:ind w:firstLineChars="100" w:firstLine="100"/>
    </w:pPr>
    <w:rPr>
      <w:rFonts w:ascii="ＭＳ 明朝" w:eastAsia="ＭＳ 明朝"/>
    </w:rPr>
  </w:style>
  <w:style w:type="paragraph" w:styleId="a5">
    <w:name w:val="Note Heading"/>
    <w:basedOn w:val="a"/>
    <w:next w:val="a"/>
    <w:link w:val="a6"/>
    <w:uiPriority w:val="99"/>
    <w:unhideWhenUsed/>
    <w:rsid w:val="002656EC"/>
    <w:pPr>
      <w:jc w:val="center"/>
    </w:pPr>
  </w:style>
  <w:style w:type="character" w:customStyle="1" w:styleId="a6">
    <w:name w:val="記 (文字)"/>
    <w:basedOn w:val="a0"/>
    <w:link w:val="a5"/>
    <w:uiPriority w:val="99"/>
    <w:rsid w:val="002656EC"/>
    <w:rPr>
      <w:rFonts w:eastAsia="ＭＳ 明朝"/>
    </w:rPr>
  </w:style>
  <w:style w:type="paragraph" w:styleId="a7">
    <w:name w:val="Closing"/>
    <w:basedOn w:val="a"/>
    <w:link w:val="a8"/>
    <w:uiPriority w:val="99"/>
    <w:unhideWhenUsed/>
    <w:rsid w:val="002656EC"/>
    <w:pPr>
      <w:jc w:val="right"/>
    </w:pPr>
  </w:style>
  <w:style w:type="character" w:customStyle="1" w:styleId="a8">
    <w:name w:val="結語 (文字)"/>
    <w:basedOn w:val="a0"/>
    <w:link w:val="a7"/>
    <w:uiPriority w:val="99"/>
    <w:rsid w:val="002656EC"/>
    <w:rPr>
      <w:rFonts w:eastAsia="ＭＳ 明朝"/>
    </w:rPr>
  </w:style>
  <w:style w:type="paragraph" w:customStyle="1" w:styleId="a9">
    <w:name w:val="レベル１みだし"/>
    <w:next w:val="aa"/>
    <w:qFormat/>
    <w:rsid w:val="00A84AF0"/>
    <w:pPr>
      <w:spacing w:beforeLines="50" w:before="50" w:line="280" w:lineRule="exact"/>
      <w:ind w:left="100" w:hangingChars="100" w:hanging="100"/>
      <w:outlineLvl w:val="0"/>
    </w:pPr>
    <w:rPr>
      <w:rFonts w:ascii="ＭＳ 明朝" w:eastAsia="ＭＳ 明朝"/>
    </w:rPr>
  </w:style>
  <w:style w:type="paragraph" w:customStyle="1" w:styleId="aa">
    <w:name w:val="レベル１本文"/>
    <w:qFormat/>
    <w:rsid w:val="00A84AF0"/>
    <w:pPr>
      <w:spacing w:line="280" w:lineRule="exact"/>
      <w:ind w:leftChars="100" w:left="100" w:firstLineChars="100" w:firstLine="100"/>
    </w:pPr>
    <w:rPr>
      <w:rFonts w:ascii="ＭＳ 明朝" w:eastAsia="ＭＳ 明朝"/>
    </w:rPr>
  </w:style>
  <w:style w:type="paragraph" w:customStyle="1" w:styleId="a4">
    <w:name w:val="レベル２本文"/>
    <w:qFormat/>
    <w:rsid w:val="00A84AF0"/>
    <w:pPr>
      <w:spacing w:line="280" w:lineRule="exact"/>
      <w:ind w:leftChars="200" w:left="200" w:firstLineChars="100" w:firstLine="100"/>
    </w:pPr>
    <w:rPr>
      <w:rFonts w:ascii="ＭＳ 明朝" w:eastAsia="ＭＳ 明朝"/>
    </w:rPr>
  </w:style>
  <w:style w:type="paragraph" w:customStyle="1" w:styleId="ab">
    <w:name w:val="レベル３みだし"/>
    <w:next w:val="ac"/>
    <w:qFormat/>
    <w:rsid w:val="00A84AF0"/>
    <w:pPr>
      <w:spacing w:line="280" w:lineRule="exact"/>
      <w:ind w:leftChars="200" w:left="300" w:hangingChars="100" w:hanging="100"/>
      <w:outlineLvl w:val="2"/>
    </w:pPr>
    <w:rPr>
      <w:rFonts w:ascii="ＭＳ 明朝" w:eastAsia="ＭＳ 明朝"/>
    </w:rPr>
  </w:style>
  <w:style w:type="paragraph" w:customStyle="1" w:styleId="ac">
    <w:name w:val="レベル３本文"/>
    <w:qFormat/>
    <w:rsid w:val="00A84AF0"/>
    <w:pPr>
      <w:spacing w:line="280" w:lineRule="exact"/>
      <w:ind w:leftChars="300" w:left="300" w:firstLineChars="100" w:firstLine="100"/>
    </w:pPr>
    <w:rPr>
      <w:rFonts w:ascii="ＭＳ 明朝" w:eastAsia="ＭＳ 明朝"/>
    </w:rPr>
  </w:style>
  <w:style w:type="paragraph" w:customStyle="1" w:styleId="ad">
    <w:name w:val="レベル４みだし"/>
    <w:next w:val="ae"/>
    <w:qFormat/>
    <w:rsid w:val="00A84AF0"/>
    <w:pPr>
      <w:spacing w:line="280" w:lineRule="exact"/>
      <w:ind w:leftChars="300" w:left="400" w:hangingChars="100" w:hanging="100"/>
      <w:outlineLvl w:val="3"/>
    </w:pPr>
    <w:rPr>
      <w:rFonts w:ascii="ＭＳ 明朝" w:eastAsia="ＭＳ 明朝"/>
    </w:rPr>
  </w:style>
  <w:style w:type="paragraph" w:customStyle="1" w:styleId="ae">
    <w:name w:val="レベル４本文"/>
    <w:qFormat/>
    <w:rsid w:val="00A84AF0"/>
    <w:pPr>
      <w:spacing w:line="280" w:lineRule="exact"/>
      <w:ind w:leftChars="400" w:left="400" w:firstLineChars="100" w:firstLine="100"/>
    </w:pPr>
    <w:rPr>
      <w:rFonts w:ascii="ＭＳ 明朝" w:eastAsia="ＭＳ 明朝"/>
    </w:rPr>
  </w:style>
  <w:style w:type="table" w:styleId="af">
    <w:name w:val="Table Grid"/>
    <w:basedOn w:val="a1"/>
    <w:uiPriority w:val="39"/>
    <w:rsid w:val="009C1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CD59E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CD59E4"/>
    <w:rPr>
      <w:rFonts w:eastAsia="ＭＳ 明朝"/>
    </w:rPr>
  </w:style>
  <w:style w:type="paragraph" w:styleId="af2">
    <w:name w:val="footer"/>
    <w:basedOn w:val="a"/>
    <w:link w:val="af3"/>
    <w:uiPriority w:val="99"/>
    <w:unhideWhenUsed/>
    <w:rsid w:val="00CD59E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CD59E4"/>
    <w:rPr>
      <w:rFonts w:eastAsia="ＭＳ 明朝"/>
    </w:rPr>
  </w:style>
  <w:style w:type="paragraph" w:styleId="af4">
    <w:name w:val="Balloon Text"/>
    <w:basedOn w:val="a"/>
    <w:link w:val="af5"/>
    <w:uiPriority w:val="99"/>
    <w:semiHidden/>
    <w:unhideWhenUsed/>
    <w:rsid w:val="004146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41463C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2_宛名"/>
    <w:next w:val="a"/>
    <w:qFormat/>
    <w:rsid w:val="00A84AF0"/>
    <w:pPr>
      <w:spacing w:line="280" w:lineRule="exact"/>
      <w:ind w:leftChars="100" w:left="100"/>
    </w:pPr>
    <w:rPr>
      <w:rFonts w:ascii="ＭＳ 明朝" w:eastAsia="ＭＳ 明朝"/>
    </w:rPr>
  </w:style>
  <w:style w:type="paragraph" w:styleId="af6">
    <w:name w:val="Date"/>
    <w:basedOn w:val="a"/>
    <w:next w:val="a"/>
    <w:link w:val="af7"/>
    <w:uiPriority w:val="99"/>
    <w:semiHidden/>
    <w:unhideWhenUsed/>
    <w:rsid w:val="00F806DF"/>
  </w:style>
  <w:style w:type="character" w:customStyle="1" w:styleId="af7">
    <w:name w:val="日付 (文字)"/>
    <w:basedOn w:val="a0"/>
    <w:link w:val="af6"/>
    <w:uiPriority w:val="99"/>
    <w:semiHidden/>
    <w:rsid w:val="00F806DF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mmursh\Documents\Office%20&#12398;&#12459;&#12473;&#12479;&#12512;%20&#12486;&#12531;&#12503;&#12524;&#12540;&#12488;\&#20844;&#29992;&#25991;&#27726;&#29992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公用文汎用テンプレート.dotx</Template>
  <TotalTime>40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0007058</cp:lastModifiedBy>
  <cp:revision>24</cp:revision>
  <cp:lastPrinted>2023-06-06T23:57:00Z</cp:lastPrinted>
  <dcterms:created xsi:type="dcterms:W3CDTF">2024-12-11T07:03:00Z</dcterms:created>
  <dcterms:modified xsi:type="dcterms:W3CDTF">2025-06-12T06:59:00Z</dcterms:modified>
</cp:coreProperties>
</file>