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D8" w:rsidRDefault="00310ED8" w:rsidP="00310ED8">
      <w:pPr>
        <w:jc w:val="center"/>
        <w:rPr>
          <w:sz w:val="20"/>
          <w:szCs w:val="36"/>
        </w:rPr>
      </w:pPr>
      <w:r>
        <w:rPr>
          <w:rFonts w:hint="eastAsia"/>
          <w:sz w:val="20"/>
          <w:szCs w:val="36"/>
        </w:rPr>
        <w:t>（第３面）</w:t>
      </w:r>
    </w:p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氏名　　　　　　　　　　　　　　　　</w:t>
      </w:r>
      <w:r w:rsidR="00793887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</w:tblGrid>
      <w:tr w:rsidR="00D837B3" w:rsidTr="00D837B3">
        <w:trPr>
          <w:jc w:val="center"/>
        </w:trPr>
        <w:tc>
          <w:tcPr>
            <w:tcW w:w="5720" w:type="dxa"/>
            <w:gridSpan w:val="4"/>
          </w:tcPr>
          <w:p w:rsidR="00D837B3" w:rsidRDefault="00D837B3" w:rsidP="00C042A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産業廃棄物</w:t>
            </w:r>
            <w:r w:rsidR="00C042A9">
              <w:rPr>
                <w:rFonts w:hint="eastAsia"/>
                <w:sz w:val="24"/>
                <w:szCs w:val="24"/>
              </w:rPr>
              <w:t>収集運搬</w:t>
            </w:r>
            <w:r>
              <w:rPr>
                <w:rFonts w:hint="eastAsia"/>
                <w:sz w:val="24"/>
                <w:szCs w:val="24"/>
              </w:rPr>
              <w:t>業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430" w:type="dxa"/>
          </w:tcPr>
          <w:p w:rsidR="00DB0D2E" w:rsidRDefault="00DB0D2E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81,000</w:t>
            </w: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D837B3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73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D837B3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 w:rsidR="00DB0D2E">
              <w:rPr>
                <w:rFonts w:hint="eastAsia"/>
                <w:sz w:val="24"/>
                <w:szCs w:val="24"/>
              </w:rPr>
              <w:t>1,000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D837B3">
        <w:trPr>
          <w:trHeight w:val="9208"/>
        </w:trPr>
        <w:tc>
          <w:tcPr>
            <w:tcW w:w="9039" w:type="dxa"/>
          </w:tcPr>
          <w:p w:rsidR="00DB0D2E" w:rsidRDefault="00212D9E" w:rsidP="00212D9E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01F" w:rsidRDefault="00B9101F" w:rsidP="00B9101F">
      <w:r>
        <w:separator/>
      </w:r>
    </w:p>
  </w:endnote>
  <w:endnote w:type="continuationSeparator" w:id="0">
    <w:p w:rsidR="00B9101F" w:rsidRDefault="00B9101F" w:rsidP="00B9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01F" w:rsidRDefault="00B9101F" w:rsidP="00B9101F">
      <w:r>
        <w:separator/>
      </w:r>
    </w:p>
  </w:footnote>
  <w:footnote w:type="continuationSeparator" w:id="0">
    <w:p w:rsidR="00B9101F" w:rsidRDefault="00B9101F" w:rsidP="00B91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1F" w:rsidRDefault="00B910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212D9E"/>
    <w:rsid w:val="00310ED8"/>
    <w:rsid w:val="00793887"/>
    <w:rsid w:val="0098151F"/>
    <w:rsid w:val="00B9101F"/>
    <w:rsid w:val="00C042A9"/>
    <w:rsid w:val="00D837B3"/>
    <w:rsid w:val="00D9267E"/>
    <w:rsid w:val="00DB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D45019"/>
  <w15:docId w15:val="{41F82989-CCBA-42C5-9415-EB6BB10E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0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101F"/>
  </w:style>
  <w:style w:type="paragraph" w:styleId="a6">
    <w:name w:val="footer"/>
    <w:basedOn w:val="a"/>
    <w:link w:val="a7"/>
    <w:uiPriority w:val="99"/>
    <w:unhideWhenUsed/>
    <w:rsid w:val="00B910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A6E37-7897-4C1C-A147-5347F642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6</cp:revision>
  <cp:lastPrinted>2019-06-03T05:41:00Z</cp:lastPrinted>
  <dcterms:created xsi:type="dcterms:W3CDTF">2019-06-03T05:25:00Z</dcterms:created>
  <dcterms:modified xsi:type="dcterms:W3CDTF">2021-02-17T08:18:00Z</dcterms:modified>
</cp:coreProperties>
</file>