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18" w:rsidRPr="008D509E" w:rsidRDefault="00A92018">
      <w:pPr>
        <w:wordWrap w:val="0"/>
        <w:overflowPunct w:val="0"/>
        <w:autoSpaceDE w:val="0"/>
        <w:autoSpaceDN w:val="0"/>
        <w:spacing w:after="120"/>
        <w:textAlignment w:val="center"/>
        <w:rPr>
          <w:rFonts w:hint="eastAsia"/>
          <w:sz w:val="20"/>
        </w:rPr>
      </w:pPr>
      <w:bookmarkStart w:id="0" w:name="_GoBack"/>
      <w:bookmarkEnd w:id="0"/>
      <w:r w:rsidRPr="008D509E">
        <w:rPr>
          <w:rFonts w:hint="eastAsia"/>
          <w:sz w:val="20"/>
        </w:rPr>
        <w:t>様式第十一号(第十条の十関係)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"/>
        <w:gridCol w:w="1661"/>
        <w:gridCol w:w="218"/>
        <w:gridCol w:w="141"/>
        <w:gridCol w:w="567"/>
        <w:gridCol w:w="1103"/>
        <w:gridCol w:w="1074"/>
        <w:gridCol w:w="478"/>
        <w:gridCol w:w="297"/>
        <w:gridCol w:w="3880"/>
      </w:tblGrid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5012" w:type="dxa"/>
            <w:gridSpan w:val="7"/>
            <w:tcBorders>
              <w:bottom w:val="nil"/>
              <w:right w:val="nil"/>
            </w:tcBorders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産業廃棄物処理業</w:t>
            </w:r>
            <w:r w:rsidR="00615148"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478" w:type="dxa"/>
            <w:tcBorders>
              <w:left w:val="nil"/>
              <w:bottom w:val="nil"/>
              <w:right w:val="nil"/>
            </w:tcBorders>
            <w:vAlign w:val="center"/>
          </w:tcPr>
          <w:p w:rsidR="00A92018" w:rsidRPr="008D509E" w:rsidRDefault="00A92018" w:rsidP="00615148">
            <w:pPr>
              <w:wordWrap w:val="0"/>
              <w:overflowPunct w:val="0"/>
              <w:autoSpaceDE w:val="0"/>
              <w:autoSpaceDN w:val="0"/>
              <w:ind w:leftChars="-48" w:left="-101" w:right="-1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変更</w:t>
            </w:r>
          </w:p>
        </w:tc>
        <w:tc>
          <w:tcPr>
            <w:tcW w:w="4177" w:type="dxa"/>
            <w:gridSpan w:val="2"/>
            <w:tcBorders>
              <w:left w:val="nil"/>
              <w:bottom w:val="nil"/>
            </w:tcBorders>
            <w:vAlign w:val="center"/>
          </w:tcPr>
          <w:p w:rsidR="00A92018" w:rsidRPr="008D509E" w:rsidRDefault="00A92018" w:rsidP="00615148">
            <w:pPr>
              <w:wordWrap w:val="0"/>
              <w:overflowPunct w:val="0"/>
              <w:autoSpaceDE w:val="0"/>
              <w:autoSpaceDN w:val="0"/>
              <w:ind w:leftChars="-48" w:left="-101" w:firstLineChars="100" w:firstLine="2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届出書</w:t>
            </w:r>
          </w:p>
        </w:tc>
      </w:tr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cantSplit/>
          <w:trHeight w:val="3793"/>
        </w:trPr>
        <w:tc>
          <w:tcPr>
            <w:tcW w:w="9667" w:type="dxa"/>
            <w:gridSpan w:val="10"/>
            <w:tcBorders>
              <w:top w:val="nil"/>
              <w:bottom w:val="nil"/>
            </w:tcBorders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　年　　月　　日</w:t>
            </w:r>
          </w:p>
          <w:p w:rsidR="00A92018" w:rsidRPr="008D509E" w:rsidRDefault="008A169B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沖縄</w:t>
            </w:r>
            <w:r w:rsidR="00A92018" w:rsidRPr="008D509E">
              <w:rPr>
                <w:rFonts w:hint="eastAsia"/>
                <w:sz w:val="20"/>
              </w:rPr>
              <w:t>県知事　　　　殿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 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届出者　　　　　　　　　　　　　　　　　　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05"/>
                <w:sz w:val="20"/>
              </w:rPr>
              <w:t>住</w:t>
            </w:r>
            <w:r w:rsidRPr="008D509E">
              <w:rPr>
                <w:rFonts w:hint="eastAsia"/>
                <w:sz w:val="20"/>
              </w:rPr>
              <w:t xml:space="preserve">所　　　　　　　　　　　　　　　　　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05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 xml:space="preserve">名　　　　　　　　　　　　　　　　　</w:t>
            </w:r>
          </w:p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z w:val="20"/>
              </w:rPr>
              <w:t>法人にあっては、名称及び代表者の氏名</w:t>
            </w:r>
            <w:r w:rsidRPr="008D509E">
              <w:rPr>
                <w:sz w:val="20"/>
              </w:rPr>
              <w:t>)</w:t>
            </w:r>
          </w:p>
          <w:p w:rsidR="0033040E" w:rsidRPr="008D509E" w:rsidRDefault="0033040E" w:rsidP="0033040E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電話番号　　　　　　　　　　　　　　　　</w:t>
            </w:r>
          </w:p>
          <w:p w:rsidR="00A92018" w:rsidRPr="008D509E" w:rsidRDefault="0033040E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Ｆ Ａ Ｘ</w:t>
            </w:r>
            <w:r w:rsidR="00A92018" w:rsidRPr="008D509E">
              <w:rPr>
                <w:rFonts w:hint="eastAsia"/>
                <w:sz w:val="20"/>
              </w:rPr>
              <w:t xml:space="preserve">　　　　　　　　　　　　　　　　</w:t>
            </w:r>
          </w:p>
          <w:p w:rsidR="00A92018" w:rsidRPr="008D509E" w:rsidRDefault="006F15F4">
            <w:pPr>
              <w:wordWrap w:val="0"/>
              <w:overflowPunct w:val="0"/>
              <w:autoSpaceDE w:val="0"/>
              <w:autoSpaceDN w:val="0"/>
              <w:jc w:val="distribute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　　年　　月　　日付け第　　　　　　　　　　　</w:t>
            </w:r>
            <w:r w:rsidR="00A92018" w:rsidRPr="008D509E">
              <w:rPr>
                <w:rFonts w:hint="eastAsia"/>
                <w:sz w:val="20"/>
              </w:rPr>
              <w:t>号で許可を受けた産業廃棄物処理業に係る</w:t>
            </w:r>
          </w:p>
        </w:tc>
      </w:tr>
      <w:tr w:rsidR="00A92018" w:rsidRPr="008D509E" w:rsidTr="00BA633F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212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92018" w:rsidRPr="008D509E" w:rsidRDefault="006F15F4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以下の事項</w:t>
            </w:r>
            <w:r w:rsidR="00A92018" w:rsidRPr="008D509E">
              <w:rPr>
                <w:rFonts w:hint="eastAsia"/>
                <w:sz w:val="20"/>
              </w:rPr>
              <w:t>について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2018" w:rsidRPr="008D509E" w:rsidRDefault="00A92018" w:rsidP="00BA633F">
            <w:pPr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</w:t>
            </w:r>
          </w:p>
          <w:p w:rsidR="00A92018" w:rsidRPr="008D509E" w:rsidRDefault="00A92018" w:rsidP="00BA633F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変更</w:t>
            </w:r>
          </w:p>
        </w:tc>
        <w:tc>
          <w:tcPr>
            <w:tcW w:w="683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したので、廃棄物の処理及び清掃に関する法律第14条の2第3項に</w:t>
            </w:r>
          </w:p>
        </w:tc>
      </w:tr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cantSplit/>
          <w:trHeight w:val="444"/>
        </w:trPr>
        <w:tc>
          <w:tcPr>
            <w:tcW w:w="9667" w:type="dxa"/>
            <w:gridSpan w:val="10"/>
            <w:tcBorders>
              <w:top w:val="nil"/>
            </w:tcBorders>
            <w:vAlign w:val="center"/>
          </w:tcPr>
          <w:p w:rsidR="00A92018" w:rsidRPr="008D509E" w:rsidRDefault="006F15F4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おいて準用</w:t>
            </w:r>
            <w:r w:rsidR="00A92018" w:rsidRPr="008D509E">
              <w:rPr>
                <w:rFonts w:hint="eastAsia"/>
                <w:sz w:val="20"/>
              </w:rPr>
              <w:t>する同法第</w:t>
            </w:r>
            <w:r w:rsidR="00FF11A4" w:rsidRPr="008D509E">
              <w:rPr>
                <w:rFonts w:hint="eastAsia"/>
                <w:sz w:val="20"/>
              </w:rPr>
              <w:t>７</w:t>
            </w:r>
            <w:r w:rsidR="00A92018" w:rsidRPr="008D509E">
              <w:rPr>
                <w:rFonts w:hint="eastAsia"/>
                <w:sz w:val="20"/>
              </w:rPr>
              <w:t>条の</w:t>
            </w:r>
            <w:r w:rsidR="00FF11A4" w:rsidRPr="008D509E">
              <w:rPr>
                <w:rFonts w:hint="eastAsia"/>
                <w:sz w:val="20"/>
              </w:rPr>
              <w:t>２</w:t>
            </w:r>
            <w:r w:rsidR="00A92018" w:rsidRPr="008D509E">
              <w:rPr>
                <w:rFonts w:hint="eastAsia"/>
                <w:sz w:val="20"/>
              </w:rPr>
              <w:t>第</w:t>
            </w:r>
            <w:r w:rsidR="00FF11A4" w:rsidRPr="008D509E">
              <w:rPr>
                <w:rFonts w:hint="eastAsia"/>
                <w:sz w:val="20"/>
              </w:rPr>
              <w:t>３</w:t>
            </w:r>
            <w:r w:rsidR="00A92018" w:rsidRPr="008D509E">
              <w:rPr>
                <w:rFonts w:hint="eastAsia"/>
                <w:sz w:val="20"/>
              </w:rPr>
              <w:t>項の規定により、関係書類等を添えて届け出ます。</w:t>
            </w:r>
          </w:p>
        </w:tc>
      </w:tr>
      <w:tr w:rsidR="00A92018" w:rsidRPr="008D509E" w:rsidTr="008A169B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909" w:type="dxa"/>
            <w:gridSpan w:val="2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3878" w:type="dxa"/>
            <w:gridSpan w:val="7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新</w:t>
            </w:r>
          </w:p>
        </w:tc>
        <w:tc>
          <w:tcPr>
            <w:tcW w:w="3880" w:type="dxa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旧</w:t>
            </w:r>
          </w:p>
        </w:tc>
      </w:tr>
      <w:tr w:rsidR="00A92018" w:rsidRPr="008D509E" w:rsidTr="008D509E">
        <w:tblPrEx>
          <w:tblCellMar>
            <w:top w:w="0" w:type="dxa"/>
            <w:bottom w:w="0" w:type="dxa"/>
          </w:tblCellMar>
        </w:tblPrEx>
        <w:trPr>
          <w:trHeight w:val="1769"/>
        </w:trPr>
        <w:tc>
          <w:tcPr>
            <w:tcW w:w="1909" w:type="dxa"/>
            <w:gridSpan w:val="2"/>
            <w:vAlign w:val="center"/>
          </w:tcPr>
          <w:p w:rsidR="00A92018" w:rsidRPr="008D509E" w:rsidRDefault="00A92018" w:rsidP="008D509E">
            <w:pPr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廃止した事業又は変更した事項の内容(規則第10条の10第</w:t>
            </w:r>
            <w:r w:rsidR="00FF11A4" w:rsidRPr="008D509E">
              <w:rPr>
                <w:rFonts w:hint="eastAsia"/>
                <w:sz w:val="20"/>
              </w:rPr>
              <w:t>１</w:t>
            </w:r>
            <w:r w:rsidRPr="008D509E">
              <w:rPr>
                <w:rFonts w:hint="eastAsia"/>
                <w:sz w:val="20"/>
              </w:rPr>
              <w:t>項第</w:t>
            </w:r>
            <w:r w:rsidR="00FF11A4" w:rsidRPr="008D509E">
              <w:rPr>
                <w:rFonts w:hint="eastAsia"/>
                <w:sz w:val="20"/>
              </w:rPr>
              <w:t>２</w:t>
            </w:r>
            <w:r w:rsidRPr="008D509E">
              <w:rPr>
                <w:rFonts w:hint="eastAsia"/>
                <w:sz w:val="20"/>
              </w:rPr>
              <w:t>号に掲げる事項を除く。)</w:t>
            </w:r>
          </w:p>
        </w:tc>
        <w:tc>
          <w:tcPr>
            <w:tcW w:w="3878" w:type="dxa"/>
            <w:gridSpan w:val="7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3880" w:type="dxa"/>
            <w:vAlign w:val="center"/>
          </w:tcPr>
          <w:p w:rsidR="00A92018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A92018" w:rsidRPr="008D509E" w:rsidTr="006F15F4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9667" w:type="dxa"/>
            <w:gridSpan w:val="10"/>
            <w:tcBorders>
              <w:bottom w:val="nil"/>
            </w:tcBorders>
            <w:vAlign w:val="center"/>
          </w:tcPr>
          <w:p w:rsidR="00FF11A4" w:rsidRPr="008D509E" w:rsidRDefault="00A92018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変更した事項の内容</w:t>
            </w: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z w:val="20"/>
              </w:rPr>
              <w:t>規則第10条の10第</w:t>
            </w:r>
            <w:r w:rsidR="00FF11A4" w:rsidRPr="008D509E">
              <w:rPr>
                <w:rFonts w:hint="eastAsia"/>
                <w:sz w:val="20"/>
              </w:rPr>
              <w:t>１</w:t>
            </w:r>
            <w:r w:rsidRPr="008D509E">
              <w:rPr>
                <w:rFonts w:hint="eastAsia"/>
                <w:sz w:val="20"/>
              </w:rPr>
              <w:t>項第</w:t>
            </w:r>
            <w:r w:rsidR="00FF11A4" w:rsidRPr="008D509E">
              <w:rPr>
                <w:rFonts w:hint="eastAsia"/>
                <w:sz w:val="20"/>
              </w:rPr>
              <w:t>２</w:t>
            </w:r>
            <w:r w:rsidRPr="008D509E">
              <w:rPr>
                <w:rFonts w:hint="eastAsia"/>
                <w:sz w:val="20"/>
              </w:rPr>
              <w:t>号に掲げる事項</w:t>
            </w:r>
            <w:r w:rsidRPr="008D509E">
              <w:rPr>
                <w:sz w:val="20"/>
              </w:rPr>
              <w:t>)</w:t>
            </w:r>
          </w:p>
        </w:tc>
      </w:tr>
      <w:tr w:rsidR="00FF11A4" w:rsidRPr="008D509E" w:rsidTr="00E41A7A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 w:val="restart"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9419" w:type="dxa"/>
            <w:gridSpan w:val="9"/>
            <w:vAlign w:val="center"/>
          </w:tcPr>
          <w:p w:rsidR="00FF11A4" w:rsidRPr="008D509E" w:rsidRDefault="00FF11A4" w:rsidP="00FF11A4">
            <w:pPr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 (変更内容が法人に係るものである場合)※法定代理人、株主及び出資をしている者の変更</w:t>
            </w: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48" w:type="dxa"/>
            <w:vMerge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FF11A4" w:rsidRPr="008D509E" w:rsidRDefault="00FF11A4" w:rsidP="008D509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pacing w:val="35"/>
                <w:sz w:val="20"/>
              </w:rPr>
              <w:t>ふりが</w:t>
            </w:r>
            <w:r w:rsidRPr="008D509E">
              <w:rPr>
                <w:rFonts w:hint="eastAsia"/>
                <w:sz w:val="20"/>
              </w:rPr>
              <w:t>な</w:t>
            </w:r>
            <w:r w:rsidRPr="008D509E">
              <w:rPr>
                <w:sz w:val="20"/>
              </w:rPr>
              <w:t>)</w:t>
            </w:r>
          </w:p>
          <w:p w:rsidR="00FF11A4" w:rsidRPr="008D509E" w:rsidRDefault="00FF11A4" w:rsidP="008D509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hint="eastAsia"/>
                <w:spacing w:val="80"/>
                <w:sz w:val="20"/>
              </w:rPr>
            </w:pPr>
            <w:r w:rsidRPr="008D509E">
              <w:rPr>
                <w:rFonts w:hint="eastAsia"/>
                <w:spacing w:val="420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>名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pacing w:val="1155"/>
                <w:sz w:val="20"/>
              </w:rPr>
            </w:pP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48" w:type="dxa"/>
            <w:vMerge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  <w:spacing w:val="80"/>
                <w:sz w:val="20"/>
              </w:rPr>
            </w:pP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pacing w:val="1155"/>
                <w:sz w:val="20"/>
              </w:rPr>
            </w:pP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hRule="exact" w:val="701"/>
        </w:trPr>
        <w:tc>
          <w:tcPr>
            <w:tcW w:w="248" w:type="dxa"/>
            <w:vMerge/>
            <w:tcBorders>
              <w:top w:val="nil"/>
            </w:tcBorders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int="eastAsia"/>
                <w:sz w:val="20"/>
              </w:rPr>
            </w:pPr>
          </w:p>
        </w:tc>
        <w:tc>
          <w:tcPr>
            <w:tcW w:w="9419" w:type="dxa"/>
            <w:gridSpan w:val="9"/>
            <w:vAlign w:val="center"/>
          </w:tcPr>
          <w:p w:rsidR="00FF11A4" w:rsidRPr="008D509E" w:rsidRDefault="00FF11A4" w:rsidP="00FF11A4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int="eastAsia"/>
                <w:spacing w:val="1155"/>
                <w:sz w:val="20"/>
              </w:rPr>
            </w:pPr>
            <w:r w:rsidRPr="008D509E">
              <w:rPr>
                <w:rFonts w:hint="eastAsia"/>
                <w:sz w:val="20"/>
              </w:rPr>
              <w:t>(変更内容が個人に係るものである場合)</w:t>
            </w:r>
            <w:r w:rsidR="008D509E" w:rsidRPr="008D509E">
              <w:rPr>
                <w:rFonts w:hint="eastAsia"/>
                <w:sz w:val="20"/>
              </w:rPr>
              <w:t>※法定代理人、役員（法定代理人が法人である場合の当該法人</w:t>
            </w:r>
            <w:r w:rsidR="00EA09D2">
              <w:rPr>
                <w:rFonts w:hint="eastAsia"/>
                <w:sz w:val="20"/>
              </w:rPr>
              <w:t>の</w:t>
            </w:r>
            <w:r w:rsidR="008D509E" w:rsidRPr="008D509E">
              <w:rPr>
                <w:rFonts w:hint="eastAsia"/>
                <w:sz w:val="20"/>
              </w:rPr>
              <w:t>役員を含む）、株主、出資をしている者及び使用人の変更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sz w:val="20"/>
              </w:rPr>
              <w:t>(</w:t>
            </w:r>
            <w:r w:rsidRPr="008D509E">
              <w:rPr>
                <w:rFonts w:hint="eastAsia"/>
                <w:spacing w:val="35"/>
                <w:sz w:val="20"/>
              </w:rPr>
              <w:t>ふりが</w:t>
            </w:r>
            <w:r w:rsidRPr="008D509E">
              <w:rPr>
                <w:rFonts w:hint="eastAsia"/>
                <w:sz w:val="20"/>
              </w:rPr>
              <w:t>な</w:t>
            </w:r>
            <w:r w:rsidRPr="008D509E">
              <w:rPr>
                <w:sz w:val="20"/>
              </w:rPr>
              <w:t>)</w:t>
            </w:r>
          </w:p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420"/>
                <w:sz w:val="20"/>
              </w:rPr>
              <w:t>氏</w:t>
            </w:r>
            <w:r w:rsidRPr="008D509E">
              <w:rPr>
                <w:rFonts w:hint="eastAsia"/>
                <w:sz w:val="20"/>
              </w:rPr>
              <w:t>名</w:t>
            </w: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80"/>
                <w:sz w:val="20"/>
              </w:rPr>
              <w:t>生年月</w:t>
            </w:r>
            <w:r w:rsidRPr="008D509E">
              <w:rPr>
                <w:rFonts w:hint="eastAsia"/>
                <w:sz w:val="20"/>
              </w:rPr>
              <w:t>日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155"/>
                <w:sz w:val="20"/>
              </w:rPr>
              <w:t>本</w:t>
            </w:r>
            <w:r w:rsidRPr="008D509E">
              <w:rPr>
                <w:rFonts w:hint="eastAsia"/>
                <w:sz w:val="20"/>
              </w:rPr>
              <w:t>籍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>役職名・呼称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8D509E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pacing w:val="1155"/>
                <w:sz w:val="20"/>
              </w:rPr>
              <w:t>住</w:t>
            </w:r>
            <w:r w:rsidRPr="008D509E">
              <w:rPr>
                <w:rFonts w:hint="eastAsia"/>
                <w:sz w:val="20"/>
              </w:rPr>
              <w:t>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 w:val="restart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FF11A4">
        <w:tblPrEx>
          <w:tblCellMar>
            <w:top w:w="0" w:type="dxa"/>
            <w:bottom w:w="0" w:type="dxa"/>
          </w:tblCellMar>
        </w:tblPrEx>
        <w:trPr>
          <w:cantSplit/>
          <w:trHeight w:hRule="exact" w:val="322"/>
        </w:trPr>
        <w:tc>
          <w:tcPr>
            <w:tcW w:w="248" w:type="dxa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2020" w:type="dxa"/>
            <w:gridSpan w:val="3"/>
            <w:vMerge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</w:p>
        </w:tc>
        <w:tc>
          <w:tcPr>
            <w:tcW w:w="1670" w:type="dxa"/>
            <w:gridSpan w:val="2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  <w:tc>
          <w:tcPr>
            <w:tcW w:w="5729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RPr="008D509E" w:rsidTr="008D509E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268" w:type="dxa"/>
            <w:gridSpan w:val="4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  <w:sz w:val="20"/>
              </w:rPr>
            </w:pPr>
            <w:r w:rsidRPr="008D509E">
              <w:rPr>
                <w:rFonts w:hint="eastAsia"/>
                <w:sz w:val="20"/>
              </w:rPr>
              <w:t>廃止又は変更の理由</w:t>
            </w:r>
          </w:p>
        </w:tc>
        <w:tc>
          <w:tcPr>
            <w:tcW w:w="7399" w:type="dxa"/>
            <w:gridSpan w:val="6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</w:p>
        </w:tc>
      </w:tr>
      <w:tr w:rsidR="00FF11A4" w:rsidTr="008D509E">
        <w:tblPrEx>
          <w:tblCellMar>
            <w:top w:w="0" w:type="dxa"/>
            <w:bottom w:w="0" w:type="dxa"/>
          </w:tblCellMar>
        </w:tblPrEx>
        <w:trPr>
          <w:cantSplit/>
          <w:trHeight w:val="1191"/>
        </w:trPr>
        <w:tc>
          <w:tcPr>
            <w:tcW w:w="9667" w:type="dxa"/>
            <w:gridSpan w:val="10"/>
            <w:vAlign w:val="center"/>
          </w:tcPr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>備考</w:t>
            </w:r>
          </w:p>
          <w:p w:rsidR="00FF11A4" w:rsidRPr="008D509E" w:rsidRDefault="00FF11A4" w:rsidP="00FF11A4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sz w:val="20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  <w:r w:rsidRPr="008D509E">
              <w:rPr>
                <w:sz w:val="20"/>
              </w:rPr>
              <w:t>1</w:t>
            </w:r>
            <w:r w:rsidRPr="008D509E">
              <w:rPr>
                <w:rFonts w:hint="eastAsia"/>
                <w:sz w:val="20"/>
              </w:rPr>
              <w:t xml:space="preserve">　この届出書は、廃止又は変更の日から10日</w:t>
            </w:r>
            <w:r w:rsidR="008D509E">
              <w:rPr>
                <w:rFonts w:hint="eastAsia"/>
                <w:sz w:val="20"/>
              </w:rPr>
              <w:t>（法人で規則10条の10第３項第１号又は第２号の規定により登記事項証明書を添付すべき場合にあっては、30日）</w:t>
            </w:r>
            <w:r w:rsidRPr="008D509E">
              <w:rPr>
                <w:rFonts w:hint="eastAsia"/>
                <w:sz w:val="20"/>
              </w:rPr>
              <w:t>以内に提出すること。</w:t>
            </w:r>
          </w:p>
          <w:p w:rsidR="00FF11A4" w:rsidRDefault="00FF11A4" w:rsidP="00FF11A4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hint="eastAsia"/>
              </w:rPr>
            </w:pPr>
            <w:r w:rsidRPr="008D509E">
              <w:rPr>
                <w:rFonts w:hint="eastAsia"/>
                <w:sz w:val="20"/>
              </w:rPr>
              <w:t xml:space="preserve">　</w:t>
            </w:r>
            <w:r w:rsidRPr="008D509E">
              <w:rPr>
                <w:sz w:val="20"/>
              </w:rPr>
              <w:t>2</w:t>
            </w:r>
            <w:r w:rsidRPr="008D509E">
              <w:rPr>
                <w:rFonts w:hint="eastAsia"/>
                <w:sz w:val="20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A92018" w:rsidRDefault="00A92018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  <w:rPr>
          <w:rFonts w:hint="eastAsia"/>
        </w:rPr>
      </w:pPr>
      <w:r>
        <w:rPr>
          <w:rFonts w:hint="eastAsia"/>
        </w:rPr>
        <w:t>(</w:t>
      </w:r>
      <w:r w:rsidR="006E3C1A">
        <w:rPr>
          <w:rFonts w:hint="eastAsia"/>
        </w:rPr>
        <w:t>日本産業</w:t>
      </w:r>
      <w:r>
        <w:rPr>
          <w:rFonts w:hint="eastAsia"/>
        </w:rPr>
        <w:t>規格　A列4番)</w:t>
      </w:r>
    </w:p>
    <w:sectPr w:rsidR="00A92018" w:rsidSect="008D509E">
      <w:pgSz w:w="11906" w:h="16838" w:code="9"/>
      <w:pgMar w:top="567" w:right="1134" w:bottom="567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697" w:rsidRDefault="003E5697">
      <w:r>
        <w:separator/>
      </w:r>
    </w:p>
  </w:endnote>
  <w:endnote w:type="continuationSeparator" w:id="0">
    <w:p w:rsidR="003E5697" w:rsidRDefault="003E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697" w:rsidRDefault="003E5697">
      <w:r>
        <w:separator/>
      </w:r>
    </w:p>
  </w:footnote>
  <w:footnote w:type="continuationSeparator" w:id="0">
    <w:p w:rsidR="003E5697" w:rsidRDefault="003E5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9B"/>
    <w:rsid w:val="0010604C"/>
    <w:rsid w:val="0033040E"/>
    <w:rsid w:val="003E5697"/>
    <w:rsid w:val="00471D06"/>
    <w:rsid w:val="00615148"/>
    <w:rsid w:val="006E3C1A"/>
    <w:rsid w:val="006F15F4"/>
    <w:rsid w:val="008A169B"/>
    <w:rsid w:val="008D509E"/>
    <w:rsid w:val="00A92018"/>
    <w:rsid w:val="00B00EC8"/>
    <w:rsid w:val="00BA1B20"/>
    <w:rsid w:val="00BA633F"/>
    <w:rsid w:val="00D5445F"/>
    <w:rsid w:val="00DB36B9"/>
    <w:rsid w:val="00E41A7A"/>
    <w:rsid w:val="00E4385A"/>
    <w:rsid w:val="00EA09D2"/>
    <w:rsid w:val="00F84F2A"/>
    <w:rsid w:val="00F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E2216F-BB41-492E-A619-33E44C4C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南雲</dc:creator>
  <cp:keywords/>
  <cp:lastModifiedBy>南雲</cp:lastModifiedBy>
  <cp:revision>2</cp:revision>
  <cp:lastPrinted>2002-02-18T02:19:00Z</cp:lastPrinted>
  <dcterms:created xsi:type="dcterms:W3CDTF">2024-04-07T03:08:00Z</dcterms:created>
  <dcterms:modified xsi:type="dcterms:W3CDTF">2024-04-07T03:08:00Z</dcterms:modified>
</cp:coreProperties>
</file>